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D2F604" w14:textId="2F078BFD" w:rsidR="007037F9" w:rsidRPr="00DC51FA" w:rsidRDefault="00416DE7" w:rsidP="00A72BD4">
      <w:pPr>
        <w:pStyle w:val="Heading1"/>
        <w:rPr>
          <w:rFonts w:ascii="Arial" w:hAnsi="Arial" w:cs="Arial"/>
          <w:color w:val="auto"/>
          <w:sz w:val="32"/>
        </w:rPr>
      </w:pPr>
      <w:r w:rsidRPr="00DC51FA">
        <w:rPr>
          <w:rFonts w:ascii="Arial" w:hAnsi="Arial" w:cs="Arial"/>
          <w:color w:val="auto"/>
          <w:sz w:val="32"/>
        </w:rPr>
        <w:t xml:space="preserve">SNP </w:t>
      </w:r>
      <w:r w:rsidR="00352685">
        <w:rPr>
          <w:rFonts w:ascii="Arial" w:hAnsi="Arial" w:cs="Arial"/>
          <w:color w:val="auto"/>
          <w:sz w:val="32"/>
        </w:rPr>
        <w:t xml:space="preserve">HEDIS </w:t>
      </w:r>
      <w:r w:rsidR="004128A9">
        <w:rPr>
          <w:rFonts w:ascii="Arial" w:hAnsi="Arial" w:cs="Arial"/>
          <w:color w:val="auto"/>
          <w:sz w:val="32"/>
        </w:rPr>
        <w:t>2023</w:t>
      </w:r>
      <w:r w:rsidR="001C48E1" w:rsidRPr="00DC51FA">
        <w:rPr>
          <w:rFonts w:ascii="Arial" w:hAnsi="Arial" w:cs="Arial"/>
          <w:color w:val="auto"/>
          <w:sz w:val="32"/>
        </w:rPr>
        <w:t xml:space="preserve"> (Summary) Docum</w:t>
      </w:r>
      <w:r w:rsidR="00E43415" w:rsidRPr="00DC51FA">
        <w:rPr>
          <w:rFonts w:ascii="Arial" w:hAnsi="Arial" w:cs="Arial"/>
          <w:color w:val="auto"/>
          <w:sz w:val="32"/>
        </w:rPr>
        <w:t xml:space="preserve">entation for Reporting Year </w:t>
      </w:r>
      <w:r w:rsidR="00C32F56">
        <w:rPr>
          <w:rFonts w:ascii="Arial" w:hAnsi="Arial" w:cs="Arial"/>
          <w:color w:val="auto"/>
          <w:sz w:val="32"/>
        </w:rPr>
        <w:t>2023</w:t>
      </w:r>
    </w:p>
    <w:p w14:paraId="08349EA5" w14:textId="77777777" w:rsidR="001C48E1" w:rsidRPr="001513B4" w:rsidRDefault="001C48E1" w:rsidP="00373DE6">
      <w:pPr>
        <w:pStyle w:val="Heading2"/>
      </w:pPr>
      <w:r w:rsidRPr="001513B4">
        <w:t>General Information</w:t>
      </w:r>
    </w:p>
    <w:p w14:paraId="65B6D357" w14:textId="5226813F" w:rsidR="001C48E1" w:rsidRPr="001513B4" w:rsidRDefault="00E43415" w:rsidP="00373DE6">
      <w:r w:rsidRPr="001513B4">
        <w:t xml:space="preserve">This documentation presents a description of each </w:t>
      </w:r>
      <w:r w:rsidR="00C34BE6" w:rsidRPr="001513B4">
        <w:t xml:space="preserve">of the </w:t>
      </w:r>
      <w:r w:rsidR="00416DE7" w:rsidRPr="001513B4">
        <w:t xml:space="preserve">Special Needs Plan (SNP) </w:t>
      </w:r>
      <w:r w:rsidRPr="001513B4">
        <w:t>HEDIS measure</w:t>
      </w:r>
      <w:r w:rsidR="003F4F4E" w:rsidRPr="001513B4">
        <w:t>s</w:t>
      </w:r>
      <w:r w:rsidRPr="001513B4">
        <w:t xml:space="preserve"> that CMS collected </w:t>
      </w:r>
      <w:r w:rsidRPr="009515D3">
        <w:t>fo</w:t>
      </w:r>
      <w:r w:rsidR="00110D1A" w:rsidRPr="00C14B21">
        <w:t xml:space="preserve">r </w:t>
      </w:r>
      <w:r w:rsidR="00C14B21" w:rsidRPr="00C14B21">
        <w:t>9</w:t>
      </w:r>
      <w:r w:rsidR="00C32F56">
        <w:t>7</w:t>
      </w:r>
      <w:r w:rsidR="009515D3" w:rsidRPr="00C14B21">
        <w:t>4</w:t>
      </w:r>
      <w:r w:rsidRPr="00C14B21">
        <w:t xml:space="preserve"> </w:t>
      </w:r>
      <w:r w:rsidR="00C34BE6" w:rsidRPr="00C14B21">
        <w:t>SNP</w:t>
      </w:r>
      <w:r w:rsidRPr="00C14B21">
        <w:t xml:space="preserve"> </w:t>
      </w:r>
      <w:r w:rsidR="00416DE7" w:rsidRPr="00C14B21">
        <w:t xml:space="preserve">plan benefit packages (PBPs) </w:t>
      </w:r>
      <w:r w:rsidR="00C34BE6" w:rsidRPr="00C14B21">
        <w:t>for</w:t>
      </w:r>
      <w:r w:rsidRPr="00C14B21">
        <w:t xml:space="preserve"> health care provided in calendar year </w:t>
      </w:r>
      <w:fldSimple w:instr=" DOCPROPERTY  ReportYear  \* MERGEFORMAT ">
        <w:r w:rsidR="00C32F56">
          <w:t>2023</w:t>
        </w:r>
      </w:fldSimple>
      <w:r w:rsidRPr="00C14B21">
        <w:t xml:space="preserve"> to Medicare </w:t>
      </w:r>
      <w:r w:rsidR="00416DE7" w:rsidRPr="00C14B21">
        <w:t xml:space="preserve">SNP </w:t>
      </w:r>
      <w:r w:rsidR="00CA7D98" w:rsidRPr="00C14B21">
        <w:t>beneficiaries</w:t>
      </w:r>
      <w:r w:rsidRPr="00C14B21">
        <w:t>.</w:t>
      </w:r>
      <w:r w:rsidRPr="001513B4">
        <w:t xml:space="preserve"> CMS took the description and additional information for each measure from HEDIS</w:t>
      </w:r>
      <w:r w:rsidR="00352685">
        <w:t xml:space="preserve"> Measurement Year </w:t>
      </w:r>
      <w:fldSimple w:instr=" DOCPROPERTY  HEDISYear  \* MERGEFORMAT ">
        <w:r w:rsidR="00C32F56">
          <w:t>2023</w:t>
        </w:r>
      </w:fldSimple>
      <w:r w:rsidRPr="001513B4">
        <w:t xml:space="preserve"> Volume 2: Technical Specifications. This release contains only those rates, percentages, or averages for each measure and not the numerator or denominator used to cr</w:t>
      </w:r>
      <w:r w:rsidR="00C34BE6" w:rsidRPr="001513B4">
        <w:t>eate those measures.</w:t>
      </w:r>
    </w:p>
    <w:p w14:paraId="31D6A1AC" w14:textId="77777777" w:rsidR="00E43415" w:rsidRPr="001513B4" w:rsidRDefault="00E43415" w:rsidP="00E43415">
      <w:r w:rsidRPr="001513B4">
        <w:t>CMS require</w:t>
      </w:r>
      <w:r w:rsidR="00C34BE6" w:rsidRPr="001513B4">
        <w:t>s</w:t>
      </w:r>
      <w:r w:rsidRPr="001513B4">
        <w:t xml:space="preserve"> that all managed care organizations undergo an audit on all HEDIS measures. The summary data file includes all submitted data</w:t>
      </w:r>
      <w:r w:rsidR="00C34BE6" w:rsidRPr="001513B4">
        <w:t xml:space="preserve"> following the audit.</w:t>
      </w:r>
    </w:p>
    <w:p w14:paraId="120520FF" w14:textId="668FA40A" w:rsidR="00E43415" w:rsidRPr="001513B4" w:rsidRDefault="00E43415" w:rsidP="00E43415">
      <w:pPr>
        <w:rPr>
          <w:b/>
        </w:rPr>
      </w:pPr>
      <w:r w:rsidRPr="001513B4">
        <w:t xml:space="preserve">The HEDIS measure descriptions reprinted here are done with the permission of the National Committee for Quality Assurance (NCQA). HEDIS is a registered trademark of NCQA, and a copyright for HEDIS </w:t>
      </w:r>
      <w:fldSimple w:instr=" DOCPROPERTY  HEDISYear  \* MERGEFORMAT ">
        <w:r w:rsidR="00C32F56">
          <w:t>2023</w:t>
        </w:r>
      </w:fldSimple>
      <w:r w:rsidRPr="001513B4">
        <w:t xml:space="preserve"> is held by the National Committee for Quality Assurance, 1100 13th Street, NW, Suite 1000, Washington, DC 20005. All rights reserved.</w:t>
      </w:r>
    </w:p>
    <w:p w14:paraId="69CFA47C" w14:textId="77777777" w:rsidR="001C48E1" w:rsidRPr="001513B4" w:rsidRDefault="001C48E1" w:rsidP="00E43415">
      <w:pPr>
        <w:pStyle w:val="Heading2"/>
      </w:pPr>
      <w:r w:rsidRPr="001513B4">
        <w:t xml:space="preserve">Medicare </w:t>
      </w:r>
      <w:r w:rsidR="00416DE7" w:rsidRPr="001513B4">
        <w:t xml:space="preserve">SNP </w:t>
      </w:r>
      <w:r w:rsidRPr="001513B4">
        <w:t xml:space="preserve">HEDIS </w:t>
      </w:r>
      <w:r w:rsidR="003F4F4E" w:rsidRPr="001513B4">
        <w:t>R</w:t>
      </w:r>
      <w:r w:rsidRPr="001513B4">
        <w:t xml:space="preserve">eporting </w:t>
      </w:r>
    </w:p>
    <w:p w14:paraId="5DE61EAF" w14:textId="1E3E27B6" w:rsidR="00E86029" w:rsidRPr="001513B4" w:rsidRDefault="00892EF7" w:rsidP="00416DE7">
      <w:r w:rsidRPr="001513B4">
        <w:t xml:space="preserve">The reporting unit for SNP HEDIS is the PBP. Each Medicare Advantage contract must </w:t>
      </w:r>
      <w:r w:rsidR="00C34BE6" w:rsidRPr="001513B4">
        <w:t>have</w:t>
      </w:r>
      <w:r w:rsidRPr="001513B4">
        <w:t xml:space="preserve"> at least one PB</w:t>
      </w:r>
      <w:r w:rsidR="00C34BE6" w:rsidRPr="001513B4">
        <w:t>P</w:t>
      </w:r>
      <w:r w:rsidR="003F4F4E" w:rsidRPr="001513B4">
        <w:t>;</w:t>
      </w:r>
      <w:r w:rsidRPr="001513B4">
        <w:t xml:space="preserve"> many contracts offer more than one. </w:t>
      </w:r>
      <w:r w:rsidR="00C34BE6" w:rsidRPr="001513B4">
        <w:t xml:space="preserve">SNP PBPs </w:t>
      </w:r>
      <w:r w:rsidRPr="001513B4">
        <w:t>limit enrollment to special needs individuals, i.e., those who are dual-eligible, institutionalized, or have one or more severe or disabling chronic conditions</w:t>
      </w:r>
      <w:r w:rsidRPr="001513B4">
        <w:rPr>
          <w:iCs/>
        </w:rPr>
        <w:t xml:space="preserve">. </w:t>
      </w:r>
      <w:r w:rsidR="00E43415" w:rsidRPr="001513B4">
        <w:t xml:space="preserve">In </w:t>
      </w:r>
      <w:fldSimple w:instr=" DOCPROPERTY  HEDISYear  \* MERGEFORMAT ">
        <w:r w:rsidR="004128A9">
          <w:t>2023</w:t>
        </w:r>
      </w:fldSimple>
      <w:r w:rsidR="00E43415" w:rsidRPr="001513B4">
        <w:t xml:space="preserve">, CMS collected </w:t>
      </w:r>
      <w:r w:rsidR="00E86029" w:rsidRPr="001513B4">
        <w:t>da</w:t>
      </w:r>
      <w:r w:rsidR="00E86029" w:rsidRPr="00C14B21">
        <w:t>ta from</w:t>
      </w:r>
      <w:r w:rsidR="0044216D" w:rsidRPr="00C14B21">
        <w:t xml:space="preserve"> 3</w:t>
      </w:r>
      <w:r w:rsidR="00C4734C">
        <w:t>69</w:t>
      </w:r>
      <w:r w:rsidR="0044216D" w:rsidRPr="00C14B21">
        <w:t xml:space="preserve"> </w:t>
      </w:r>
      <w:r w:rsidR="00E43415" w:rsidRPr="00C14B21">
        <w:t xml:space="preserve">Medicare </w:t>
      </w:r>
      <w:r w:rsidR="00416DE7" w:rsidRPr="00C14B21">
        <w:t xml:space="preserve">Advantage </w:t>
      </w:r>
      <w:r w:rsidR="002F5645" w:rsidRPr="00C14B21">
        <w:t>contracts</w:t>
      </w:r>
      <w:r w:rsidR="00E43415" w:rsidRPr="00C14B21">
        <w:t xml:space="preserve"> for health care delivered </w:t>
      </w:r>
      <w:r w:rsidR="00C34BE6" w:rsidRPr="00C14B21">
        <w:t>b</w:t>
      </w:r>
      <w:r w:rsidR="00110D1A" w:rsidRPr="00C14B21">
        <w:t>y</w:t>
      </w:r>
      <w:r w:rsidR="009515D3" w:rsidRPr="00C14B21">
        <w:t xml:space="preserve"> </w:t>
      </w:r>
      <w:r w:rsidR="00C14B21" w:rsidRPr="00C14B21">
        <w:t>9</w:t>
      </w:r>
      <w:r w:rsidR="00C32F56">
        <w:t>74</w:t>
      </w:r>
      <w:r w:rsidR="00416DE7" w:rsidRPr="00C14B21">
        <w:t xml:space="preserve"> SNP P</w:t>
      </w:r>
      <w:r w:rsidR="00416DE7" w:rsidRPr="001513B4">
        <w:t xml:space="preserve">BPs in </w:t>
      </w:r>
      <w:fldSimple w:instr=" DOCPROPERTY  ReportYear  \* MERGEFORMAT ">
        <w:r w:rsidR="00C32F56">
          <w:t>2023</w:t>
        </w:r>
      </w:fldSimple>
      <w:r w:rsidR="00E43415" w:rsidRPr="001513B4">
        <w:t xml:space="preserve">. </w:t>
      </w:r>
    </w:p>
    <w:p w14:paraId="60340028" w14:textId="77777777" w:rsidR="00E43415" w:rsidRPr="001513B4" w:rsidRDefault="00E43415" w:rsidP="00E43415">
      <w:r w:rsidRPr="001513B4">
        <w:t>The "</w:t>
      </w:r>
      <w:proofErr w:type="spellStart"/>
      <w:r w:rsidR="00E86029" w:rsidRPr="001513B4">
        <w:t>Service_Area</w:t>
      </w:r>
      <w:proofErr w:type="spellEnd"/>
      <w:r w:rsidRPr="001513B4">
        <w:t xml:space="preserve">" sheet in the </w:t>
      </w:r>
      <w:r w:rsidR="00892EF7" w:rsidRPr="001513B4">
        <w:t xml:space="preserve">SNP </w:t>
      </w:r>
      <w:r w:rsidRPr="001513B4">
        <w:t>HEDIS workbook identifies the state</w:t>
      </w:r>
      <w:r w:rsidR="003F4F4E" w:rsidRPr="001513B4">
        <w:t>(s)</w:t>
      </w:r>
      <w:r w:rsidRPr="001513B4">
        <w:t xml:space="preserve"> and counties </w:t>
      </w:r>
      <w:r w:rsidR="00892EF7" w:rsidRPr="001513B4">
        <w:t>where services are offered for that PBP.</w:t>
      </w:r>
    </w:p>
    <w:p w14:paraId="45F6DD8A" w14:textId="77777777" w:rsidR="001C48E1" w:rsidRPr="001513B4" w:rsidRDefault="001C48E1" w:rsidP="00A72BD4">
      <w:pPr>
        <w:pStyle w:val="Heading2"/>
      </w:pPr>
      <w:r w:rsidRPr="001513B4">
        <w:t>HEDIS Technical Specifications</w:t>
      </w:r>
    </w:p>
    <w:p w14:paraId="2A9DDD43" w14:textId="5B7B6CE3" w:rsidR="00E86029" w:rsidRPr="001513B4" w:rsidRDefault="00E43415" w:rsidP="00892EF7">
      <w:r w:rsidRPr="001513B4">
        <w:t xml:space="preserve">The description and related information provided for each measure in this documentation are taken from the HEDIS </w:t>
      </w:r>
      <w:fldSimple w:instr=" DOCPROPERTY  HEDISYear  \* MERGEFORMAT ">
        <w:r w:rsidR="004128A9">
          <w:t>2023</w:t>
        </w:r>
      </w:fldSimple>
      <w:r w:rsidRPr="001513B4">
        <w:t xml:space="preserve"> Technical Specifications, which are the specific instructions for calculating HEDIS measures that NCQA provides to Medicare managed care plans. For each measure, the Technical Specifications detail the precise method for sampling (when appropriate), identification of the numerator and denominator, measure calculation, and any other important considerations specific to that measure. The </w:t>
      </w:r>
      <w:r w:rsidR="003F4F4E" w:rsidRPr="001513B4">
        <w:t>T</w:t>
      </w:r>
      <w:r w:rsidRPr="001513B4">
        <w:t xml:space="preserve">echnical </w:t>
      </w:r>
      <w:r w:rsidR="003F4F4E" w:rsidRPr="001513B4">
        <w:t>S</w:t>
      </w:r>
      <w:r w:rsidRPr="001513B4">
        <w:t xml:space="preserve">pecifications also contain general guidelines that apply to all measures, such as the use of medical records and when a plan should not report a measure because its eligible membership is too small. Some measures require more detailed specifications than others. </w:t>
      </w:r>
    </w:p>
    <w:p w14:paraId="053E1CEC" w14:textId="77777777" w:rsidR="001C48E1" w:rsidRPr="001513B4" w:rsidRDefault="00C34BE6" w:rsidP="00A72BD4">
      <w:pPr>
        <w:pStyle w:val="Heading2"/>
      </w:pPr>
      <w:r w:rsidRPr="001513B4">
        <w:t>Missing Values</w:t>
      </w:r>
    </w:p>
    <w:p w14:paraId="3AE84B72" w14:textId="63029493" w:rsidR="00E43415" w:rsidRPr="001513B4" w:rsidRDefault="00E43415" w:rsidP="00E43415">
      <w:r w:rsidRPr="001513B4">
        <w:t>The HEDIS guideline</w:t>
      </w:r>
      <w:r w:rsidRPr="00804820">
        <w:t xml:space="preserve">s </w:t>
      </w:r>
      <w:r w:rsidR="00502849" w:rsidRPr="00804820">
        <w:t>specify</w:t>
      </w:r>
      <w:r w:rsidR="00502849">
        <w:t xml:space="preserve"> </w:t>
      </w:r>
      <w:r w:rsidRPr="001513B4">
        <w:t>three different types of missing values in the rate field: Not Applicable (NA), No Benefit (NB)</w:t>
      </w:r>
      <w:r w:rsidR="00DE62D5">
        <w:t xml:space="preserve">, </w:t>
      </w:r>
      <w:r w:rsidR="00F62D08" w:rsidRPr="001513B4">
        <w:t>Not Reportable</w:t>
      </w:r>
      <w:r w:rsidRPr="001513B4">
        <w:t xml:space="preserve"> (NR)</w:t>
      </w:r>
      <w:r w:rsidR="00DE62D5">
        <w:t>, and Biased Rate (BR)</w:t>
      </w:r>
      <w:r w:rsidRPr="001513B4">
        <w:t>. Health plans report NA when they do not have a large enough population to calculate a representative rate (e.g., many measures require that rates be based on at least 30 members) or are not eligible for a measure (e.g., a health plan cannot calculate outpatient drug utilization if it does not offer an outpatient drug benefit; a health plan cannot calculate a measure requiring a year of continuous enrollment if its first enrollment began mid-way through the reporting year.)</w:t>
      </w:r>
      <w:r w:rsidR="00C34BE6" w:rsidRPr="001513B4">
        <w:t xml:space="preserve"> </w:t>
      </w:r>
      <w:r w:rsidRPr="001513B4">
        <w:t xml:space="preserve">A value of NB is recorded when the health plan did not offer the health benefit required by the measure (e.g., Mental Health/Chemical Dependency). </w:t>
      </w:r>
      <w:r w:rsidR="00DE62D5">
        <w:t>Health plans report NR when they choose not to calculate and report a rate. If the health plan’s HEDIS Compliance Auditor determines that a rate is materially biased (applicable only to audited measures), health plans report BR.</w:t>
      </w:r>
    </w:p>
    <w:p w14:paraId="7CA339B7" w14:textId="77777777" w:rsidR="00C34BE6" w:rsidRPr="001513B4" w:rsidRDefault="00E43415" w:rsidP="00CA7D98">
      <w:r w:rsidRPr="001513B4">
        <w:t>For measures reported as a percentage, material bias is defined as a deviation of more than five percentage points from the true rate. For other measures (e.g., procedures per 1</w:t>
      </w:r>
      <w:r w:rsidR="00C34BE6" w:rsidRPr="001513B4">
        <w:t>,</w:t>
      </w:r>
      <w:r w:rsidRPr="001513B4">
        <w:t>000 member years), material bias exists if the number of counted procedures deviates by more than ten percent from the true number of procedures.</w:t>
      </w:r>
    </w:p>
    <w:p w14:paraId="1CEA1180" w14:textId="77777777" w:rsidR="00110D1A" w:rsidRDefault="00110D1A">
      <w:pPr>
        <w:spacing w:line="276" w:lineRule="auto"/>
        <w:rPr>
          <w:b/>
        </w:rPr>
      </w:pPr>
      <w:r>
        <w:br w:type="page"/>
      </w:r>
    </w:p>
    <w:p w14:paraId="5AAE2441" w14:textId="77777777" w:rsidR="001C48E1" w:rsidRPr="001513B4" w:rsidRDefault="00C34BE6" w:rsidP="00A72BD4">
      <w:pPr>
        <w:pStyle w:val="Heading2"/>
      </w:pPr>
      <w:r w:rsidRPr="001513B4">
        <w:lastRenderedPageBreak/>
        <w:t xml:space="preserve">Suppression for </w:t>
      </w:r>
      <w:r w:rsidR="00F62D08" w:rsidRPr="001513B4">
        <w:t>S</w:t>
      </w:r>
      <w:r w:rsidRPr="001513B4">
        <w:t xml:space="preserve">mall </w:t>
      </w:r>
      <w:r w:rsidR="00F62D08" w:rsidRPr="001513B4">
        <w:t>N</w:t>
      </w:r>
      <w:r w:rsidRPr="001513B4">
        <w:t>umber</w:t>
      </w:r>
      <w:r w:rsidR="00901F54" w:rsidRPr="001513B4">
        <w:t>s</w:t>
      </w:r>
    </w:p>
    <w:p w14:paraId="65B1B9C3" w14:textId="21C7A5C3" w:rsidR="001C48E1" w:rsidRPr="001513B4" w:rsidRDefault="00E43415" w:rsidP="00E43415">
      <w:r w:rsidRPr="001513B4">
        <w:t xml:space="preserve">Under the Privacy Act, CMS cannot publish or otherwise disclose the data in a form raising unacceptable possibilities that an individual could be identified (i.e., the data must not be beneficiary-specific and must be aggregated to a level where no data cells have 10 or fewer beneficiaries). To ensure that no beneficiary can be identified, CMS has chosen not to report certain measures, specifically enrollment by age category, and has suppressed </w:t>
      </w:r>
      <w:r w:rsidR="00502849">
        <w:t xml:space="preserve">a </w:t>
      </w:r>
      <w:r w:rsidRPr="001513B4">
        <w:t>small number of rates. CMS has replaced suppressed rates with a</w:t>
      </w:r>
      <w:r w:rsidR="00F62D08" w:rsidRPr="001513B4">
        <w:t>n</w:t>
      </w:r>
      <w:r w:rsidRPr="001513B4">
        <w:t xml:space="preserve"> ‘NA.' Please see the section on missing values above for an explanation of missing value designations.</w:t>
      </w:r>
    </w:p>
    <w:p w14:paraId="6E305A1C" w14:textId="77777777" w:rsidR="001C48E1" w:rsidRPr="001513B4" w:rsidRDefault="00C34BE6" w:rsidP="00A72BD4">
      <w:pPr>
        <w:pStyle w:val="Heading2"/>
      </w:pPr>
      <w:r w:rsidRPr="001513B4">
        <w:t>Additional Variables</w:t>
      </w:r>
    </w:p>
    <w:p w14:paraId="4FFDD011" w14:textId="77777777" w:rsidR="001C48E1" w:rsidRPr="001513B4" w:rsidRDefault="005322B7" w:rsidP="00373DE6">
      <w:r w:rsidRPr="001513B4">
        <w:t xml:space="preserve">CMS </w:t>
      </w:r>
      <w:r w:rsidR="001C48E1" w:rsidRPr="001513B4">
        <w:t>include</w:t>
      </w:r>
      <w:r w:rsidRPr="001513B4">
        <w:t>s</w:t>
      </w:r>
      <w:r w:rsidR="001C48E1" w:rsidRPr="001513B4">
        <w:t xml:space="preserve"> our record of enrollment as of December of the measurement year in the "GENERAL" sheet in the HEDIS workbook. The HEDIS reported value is adjusted for individuals with partial-year enrollment and reflects the entire contract's </w:t>
      </w:r>
      <w:r w:rsidR="00F62D08" w:rsidRPr="001513B4">
        <w:t xml:space="preserve">enrollment </w:t>
      </w:r>
      <w:r w:rsidR="00C34BE6" w:rsidRPr="001513B4">
        <w:t>as well as the PBP enrollment.</w:t>
      </w:r>
    </w:p>
    <w:p w14:paraId="57240B98" w14:textId="2A7F80EC" w:rsidR="001C48E1" w:rsidRPr="001513B4" w:rsidRDefault="001C48E1" w:rsidP="00373DE6">
      <w:r w:rsidRPr="001513B4">
        <w:t xml:space="preserve">We have included the </w:t>
      </w:r>
      <w:r w:rsidR="00200F6D" w:rsidRPr="001513B4">
        <w:t xml:space="preserve">Post Balanced Budget Amendment Naming of </w:t>
      </w:r>
      <w:r w:rsidRPr="001513B4">
        <w:t>plan types as well as indicators if the contract offer</w:t>
      </w:r>
      <w:r w:rsidR="00F62D08" w:rsidRPr="001513B4">
        <w:t>ed</w:t>
      </w:r>
      <w:r w:rsidRPr="001513B4">
        <w:t xml:space="preserve"> a Special Needs </w:t>
      </w:r>
      <w:r w:rsidR="005509E4" w:rsidRPr="001513B4">
        <w:t xml:space="preserve">benefit package </w:t>
      </w:r>
      <w:r w:rsidRPr="001513B4">
        <w:t xml:space="preserve">or a Part D </w:t>
      </w:r>
      <w:r w:rsidR="00F62D08" w:rsidRPr="001513B4">
        <w:t>d</w:t>
      </w:r>
      <w:r w:rsidRPr="001513B4">
        <w:t xml:space="preserve">rug benefit in </w:t>
      </w:r>
      <w:fldSimple w:instr=" DOCPROPERTY  ReportYear  \* MERGEFORMAT ">
        <w:r w:rsidR="00C32F56">
          <w:t>2023</w:t>
        </w:r>
      </w:fldSimple>
      <w:r w:rsidRPr="001513B4">
        <w:t xml:space="preserve">. These values </w:t>
      </w:r>
      <w:r w:rsidR="009454EB" w:rsidRPr="001513B4">
        <w:t>and other</w:t>
      </w:r>
      <w:r w:rsidR="00F62D08" w:rsidRPr="001513B4">
        <w:t>s</w:t>
      </w:r>
      <w:r w:rsidR="009454EB" w:rsidRPr="001513B4">
        <w:t xml:space="preserve"> </w:t>
      </w:r>
      <w:r w:rsidRPr="001513B4">
        <w:t xml:space="preserve">can be found on the </w:t>
      </w:r>
      <w:r w:rsidR="005509E4" w:rsidRPr="001513B4">
        <w:t xml:space="preserve">sheet named </w:t>
      </w:r>
      <w:r w:rsidRPr="001513B4">
        <w:t>"GENERAL".</w:t>
      </w:r>
      <w:r w:rsidR="009454EB" w:rsidRPr="001513B4">
        <w:t xml:space="preserve"> The full list of fields included on this sheet is described later in this document.</w:t>
      </w:r>
    </w:p>
    <w:p w14:paraId="1CDDA3E2" w14:textId="77777777" w:rsidR="001C48E1" w:rsidRPr="001513B4" w:rsidRDefault="009454EB" w:rsidP="00A72BD4">
      <w:r w:rsidRPr="001513B4">
        <w:t>There is a</w:t>
      </w:r>
      <w:r w:rsidR="001C48E1" w:rsidRPr="001513B4">
        <w:t xml:space="preserve"> separate sheet called "Service Area" in the </w:t>
      </w:r>
      <w:r w:rsidR="00C34BE6" w:rsidRPr="001513B4">
        <w:t>SNP</w:t>
      </w:r>
      <w:r w:rsidRPr="001513B4">
        <w:t xml:space="preserve"> </w:t>
      </w:r>
      <w:r w:rsidR="001C48E1" w:rsidRPr="001513B4">
        <w:t xml:space="preserve">HEDIS workbook which contains the contract, state(s) and counties served by the </w:t>
      </w:r>
      <w:r w:rsidRPr="001513B4">
        <w:t>PBPs</w:t>
      </w:r>
      <w:r w:rsidR="001C48E1" w:rsidRPr="001513B4">
        <w:t xml:space="preserve"> reporting HEDIS. There is </w:t>
      </w:r>
      <w:r w:rsidR="00F62D08" w:rsidRPr="001513B4">
        <w:t xml:space="preserve">an </w:t>
      </w:r>
      <w:r w:rsidR="001C48E1" w:rsidRPr="001513B4">
        <w:t xml:space="preserve">additional field "EGHP" which indicates if the county is available only to </w:t>
      </w:r>
      <w:r w:rsidR="005509E4" w:rsidRPr="001513B4">
        <w:t>beneficiaries</w:t>
      </w:r>
      <w:r w:rsidRPr="001513B4">
        <w:t xml:space="preserve"> in Employer Groups.</w:t>
      </w:r>
    </w:p>
    <w:p w14:paraId="7DE4CA86" w14:textId="77777777" w:rsidR="001C48E1" w:rsidRPr="001513B4" w:rsidRDefault="001C48E1" w:rsidP="00A72BD4">
      <w:pPr>
        <w:pStyle w:val="Heading2"/>
      </w:pPr>
      <w:r w:rsidRPr="001513B4">
        <w:t>National Enrollment Weighted Average Score</w:t>
      </w:r>
    </w:p>
    <w:p w14:paraId="4D3A6413" w14:textId="77777777" w:rsidR="001C48E1" w:rsidRPr="001513B4" w:rsidRDefault="001C48E1" w:rsidP="00373DE6">
      <w:r w:rsidRPr="001513B4">
        <w:t xml:space="preserve">CMS has calculated and included a weighted </w:t>
      </w:r>
      <w:r w:rsidR="00F62D08" w:rsidRPr="001513B4">
        <w:t>n</w:t>
      </w:r>
      <w:r w:rsidRPr="001513B4">
        <w:t xml:space="preserve">ational average for </w:t>
      </w:r>
      <w:proofErr w:type="gramStart"/>
      <w:r w:rsidRPr="001513B4">
        <w:t>all of</w:t>
      </w:r>
      <w:proofErr w:type="gramEnd"/>
      <w:r w:rsidRPr="001513B4">
        <w:t xml:space="preserve"> the </w:t>
      </w:r>
      <w:r w:rsidR="005509E4" w:rsidRPr="001513B4">
        <w:t>Effectiveness</w:t>
      </w:r>
      <w:r w:rsidRPr="001513B4">
        <w:t xml:space="preserve"> of Care (EOC) measures. These rates are reported on a separate sheet called "National Rates" in the </w:t>
      </w:r>
      <w:r w:rsidR="009454EB" w:rsidRPr="001513B4">
        <w:t xml:space="preserve">SNP </w:t>
      </w:r>
      <w:r w:rsidRPr="001513B4">
        <w:t xml:space="preserve">HEDIS </w:t>
      </w:r>
      <w:r w:rsidR="00F62D08" w:rsidRPr="001513B4">
        <w:t>w</w:t>
      </w:r>
      <w:r w:rsidRPr="001513B4">
        <w:t>orkbook. The rate for each of the EOC measures was calculated using the following formula:</w:t>
      </w:r>
    </w:p>
    <w:p w14:paraId="541E0E3C" w14:textId="77777777" w:rsidR="001C48E1" w:rsidRPr="001513B4" w:rsidRDefault="001C48E1" w:rsidP="00A72BD4">
      <w:r w:rsidRPr="001513B4">
        <w:t>((En</w:t>
      </w:r>
      <w:r w:rsidRPr="001513B4">
        <w:rPr>
          <w:vertAlign w:val="subscript"/>
        </w:rPr>
        <w:t>1</w:t>
      </w:r>
      <w:r w:rsidRPr="001513B4">
        <w:t>/</w:t>
      </w:r>
      <w:proofErr w:type="spellStart"/>
      <w:proofErr w:type="gramStart"/>
      <w:r w:rsidRPr="001513B4">
        <w:t>TotE</w:t>
      </w:r>
      <w:proofErr w:type="spellEnd"/>
      <w:r w:rsidRPr="001513B4">
        <w:t>)*</w:t>
      </w:r>
      <w:proofErr w:type="gramEnd"/>
      <w:r w:rsidRPr="001513B4">
        <w:t>Sn</w:t>
      </w:r>
      <w:r w:rsidRPr="001513B4">
        <w:rPr>
          <w:vertAlign w:val="subscript"/>
        </w:rPr>
        <w:t>1</w:t>
      </w:r>
      <w:r w:rsidRPr="001513B4">
        <w:t>)+((En</w:t>
      </w:r>
      <w:r w:rsidRPr="001513B4">
        <w:rPr>
          <w:vertAlign w:val="subscript"/>
        </w:rPr>
        <w:t>2</w:t>
      </w:r>
      <w:r w:rsidRPr="001513B4">
        <w:t>/</w:t>
      </w:r>
      <w:proofErr w:type="spellStart"/>
      <w:r w:rsidRPr="001513B4">
        <w:t>TotE</w:t>
      </w:r>
      <w:proofErr w:type="spellEnd"/>
      <w:r w:rsidRPr="001513B4">
        <w:t>)*Sn</w:t>
      </w:r>
      <w:r w:rsidRPr="001513B4">
        <w:rPr>
          <w:vertAlign w:val="subscript"/>
        </w:rPr>
        <w:t>2</w:t>
      </w:r>
      <w:r w:rsidRPr="001513B4">
        <w:t>)+</w:t>
      </w:r>
      <w:r w:rsidR="005322B7" w:rsidRPr="001513B4">
        <w:t>…</w:t>
      </w:r>
      <w:r w:rsidRPr="001513B4">
        <w:t>+((</w:t>
      </w:r>
      <w:proofErr w:type="spellStart"/>
      <w:r w:rsidRPr="001513B4">
        <w:t>En</w:t>
      </w:r>
      <w:r w:rsidRPr="001513B4">
        <w:rPr>
          <w:vertAlign w:val="subscript"/>
        </w:rPr>
        <w:t>x</w:t>
      </w:r>
      <w:proofErr w:type="spellEnd"/>
      <w:r w:rsidRPr="001513B4">
        <w:t>/</w:t>
      </w:r>
      <w:proofErr w:type="spellStart"/>
      <w:r w:rsidRPr="001513B4">
        <w:t>TotE</w:t>
      </w:r>
      <w:proofErr w:type="spellEnd"/>
      <w:r w:rsidRPr="001513B4">
        <w:t>)*</w:t>
      </w:r>
      <w:proofErr w:type="spellStart"/>
      <w:r w:rsidRPr="001513B4">
        <w:t>Sn</w:t>
      </w:r>
      <w:r w:rsidRPr="001513B4">
        <w:rPr>
          <w:vertAlign w:val="subscript"/>
        </w:rPr>
        <w:t>x</w:t>
      </w:r>
      <w:proofErr w:type="spellEnd"/>
      <w:r w:rsidRPr="001513B4">
        <w:t>)=National Enrollment Weighted Average Score</w:t>
      </w:r>
    </w:p>
    <w:p w14:paraId="2014EBC4" w14:textId="77777777" w:rsidR="00416DE7" w:rsidRPr="001513B4" w:rsidRDefault="001C48E1" w:rsidP="00A72BD4">
      <w:pPr>
        <w:tabs>
          <w:tab w:val="left" w:pos="900"/>
        </w:tabs>
        <w:ind w:left="900" w:hanging="900"/>
        <w:sectPr w:rsidR="00416DE7" w:rsidRPr="001513B4" w:rsidSect="003E7660">
          <w:headerReference w:type="default" r:id="rId8"/>
          <w:footerReference w:type="default" r:id="rId9"/>
          <w:pgSz w:w="12240" w:h="15840" w:code="1"/>
          <w:pgMar w:top="360" w:right="720" w:bottom="720" w:left="720" w:header="360" w:footer="360" w:gutter="0"/>
          <w:cols w:space="720"/>
          <w:docGrid w:linePitch="360"/>
        </w:sectPr>
      </w:pPr>
      <w:r w:rsidRPr="001513B4">
        <w:t>Where:</w:t>
      </w:r>
      <w:r w:rsidR="00E14178" w:rsidRPr="001513B4">
        <w:tab/>
      </w:r>
      <w:proofErr w:type="spellStart"/>
      <w:r w:rsidRPr="001513B4">
        <w:t>TotE</w:t>
      </w:r>
      <w:proofErr w:type="spellEnd"/>
      <w:r w:rsidRPr="001513B4">
        <w:t xml:space="preserve"> = Total enrollment for all </w:t>
      </w:r>
      <w:r w:rsidR="00C34BE6" w:rsidRPr="001513B4">
        <w:t>PBPs</w:t>
      </w:r>
      <w:r w:rsidRPr="001513B4">
        <w:t xml:space="preserve"> with a valid numeric rate in the measure</w:t>
      </w:r>
      <w:r w:rsidRPr="001513B4">
        <w:br/>
        <w:t>En</w:t>
      </w:r>
      <w:r w:rsidRPr="001513B4">
        <w:rPr>
          <w:vertAlign w:val="subscript"/>
        </w:rPr>
        <w:t>1</w:t>
      </w:r>
      <w:r w:rsidRPr="001513B4">
        <w:t xml:space="preserve"> = Enrollment in the first </w:t>
      </w:r>
      <w:r w:rsidR="00C34BE6" w:rsidRPr="001513B4">
        <w:t xml:space="preserve">PBP </w:t>
      </w:r>
      <w:r w:rsidRPr="001513B4">
        <w:t>with a valid numeric rate</w:t>
      </w:r>
      <w:r w:rsidRPr="001513B4">
        <w:br/>
        <w:t>Sn</w:t>
      </w:r>
      <w:r w:rsidRPr="001513B4">
        <w:rPr>
          <w:vertAlign w:val="subscript"/>
        </w:rPr>
        <w:t>1</w:t>
      </w:r>
      <w:r w:rsidRPr="001513B4">
        <w:t xml:space="preserve"> = Reported rate for the first </w:t>
      </w:r>
      <w:r w:rsidR="00C34BE6" w:rsidRPr="001513B4">
        <w:t xml:space="preserve">PBP </w:t>
      </w:r>
      <w:r w:rsidRPr="001513B4">
        <w:t>with a valid numeric rate</w:t>
      </w:r>
      <w:r w:rsidRPr="001513B4">
        <w:br/>
      </w:r>
      <w:proofErr w:type="spellStart"/>
      <w:r w:rsidRPr="001513B4">
        <w:t>En</w:t>
      </w:r>
      <w:r w:rsidRPr="001513B4">
        <w:rPr>
          <w:vertAlign w:val="subscript"/>
        </w:rPr>
        <w:t>x</w:t>
      </w:r>
      <w:proofErr w:type="spellEnd"/>
      <w:r w:rsidRPr="001513B4">
        <w:t xml:space="preserve"> = Enrollment in the last </w:t>
      </w:r>
      <w:r w:rsidR="00C34BE6" w:rsidRPr="001513B4">
        <w:t xml:space="preserve">PBP </w:t>
      </w:r>
      <w:r w:rsidRPr="001513B4">
        <w:t>with a valid numeric rate</w:t>
      </w:r>
      <w:r w:rsidRPr="001513B4">
        <w:br/>
      </w:r>
      <w:proofErr w:type="spellStart"/>
      <w:r w:rsidRPr="001513B4">
        <w:t>Sn</w:t>
      </w:r>
      <w:r w:rsidRPr="001513B4">
        <w:rPr>
          <w:vertAlign w:val="subscript"/>
        </w:rPr>
        <w:t>x</w:t>
      </w:r>
      <w:proofErr w:type="spellEnd"/>
      <w:r w:rsidRPr="001513B4">
        <w:t xml:space="preserve"> = Reported rate for the last </w:t>
      </w:r>
      <w:r w:rsidR="00C34BE6" w:rsidRPr="001513B4">
        <w:t xml:space="preserve">PBP </w:t>
      </w:r>
      <w:r w:rsidRPr="001513B4">
        <w:t>with a valid numeric rate</w:t>
      </w:r>
    </w:p>
    <w:p w14:paraId="5DA57B1E" w14:textId="77777777" w:rsidR="00F74D0D" w:rsidRPr="00DD7B93" w:rsidRDefault="00F74D0D" w:rsidP="00F74D0D">
      <w:pPr>
        <w:pStyle w:val="Heading4"/>
        <w:rPr>
          <w:color w:val="auto"/>
        </w:rPr>
      </w:pPr>
      <w:bookmarkStart w:id="0" w:name="Measures"/>
      <w:bookmarkEnd w:id="0"/>
      <w:r w:rsidRPr="00DD7B93">
        <w:rPr>
          <w:color w:val="auto"/>
        </w:rPr>
        <w:lastRenderedPageBreak/>
        <w:t>General - General Information</w:t>
      </w:r>
    </w:p>
    <w:p w14:paraId="30712197" w14:textId="77777777" w:rsidR="00F74D0D" w:rsidRPr="00DD7B93" w:rsidRDefault="00F74D0D" w:rsidP="00F74D0D">
      <w:pPr>
        <w:pStyle w:val="Description"/>
      </w:pPr>
      <w:r w:rsidRPr="00DD7B93">
        <w:tab/>
        <w:t>DESCRIPTION - General organization Information. These fields are not explicitly identified in the HEDIS Technical Specifications.</w:t>
      </w:r>
    </w:p>
    <w:p w14:paraId="7F2262B6" w14:textId="77777777" w:rsidR="00F74D0D" w:rsidRPr="00DD7B93" w:rsidRDefault="00F74D0D" w:rsidP="00F74D0D">
      <w:pPr>
        <w:pStyle w:val="Heading5"/>
      </w:pPr>
      <w:r w:rsidRPr="00DD7B93">
        <w:tab/>
        <w:t>REPORTING LEVEL - N/A</w:t>
      </w:r>
    </w:p>
    <w:p w14:paraId="6531DD8C" w14:textId="77777777" w:rsidR="00F74D0D" w:rsidRPr="00DD7B93" w:rsidRDefault="00F74D0D" w:rsidP="00F74D0D">
      <w:pPr>
        <w:pStyle w:val="MeasureList"/>
      </w:pPr>
      <w:r w:rsidRPr="00DD7B93">
        <w:tab/>
        <w:t>General-0010</w:t>
      </w:r>
      <w:r w:rsidRPr="00DD7B93">
        <w:tab/>
        <w:t>Type of Organization (Local CCP, 1876 Cost, etc.)</w:t>
      </w:r>
    </w:p>
    <w:p w14:paraId="450D2065" w14:textId="77777777" w:rsidR="00F74D0D" w:rsidRPr="00DD7B93" w:rsidRDefault="00F74D0D" w:rsidP="00F74D0D">
      <w:pPr>
        <w:pStyle w:val="MeasureList"/>
      </w:pPr>
      <w:r w:rsidRPr="00DD7B93">
        <w:tab/>
        <w:t>General-0011</w:t>
      </w:r>
      <w:r w:rsidRPr="00DD7B93">
        <w:tab/>
        <w:t>Type of Plan (Post Balanced Budget Amendment Naming)</w:t>
      </w:r>
    </w:p>
    <w:p w14:paraId="23A0A90C" w14:textId="77777777" w:rsidR="00F74D0D" w:rsidRPr="00DD7B93" w:rsidRDefault="00F74D0D" w:rsidP="00F74D0D">
      <w:pPr>
        <w:pStyle w:val="MeasureList"/>
      </w:pPr>
      <w:r w:rsidRPr="00DD7B93">
        <w:tab/>
        <w:t>General-0014</w:t>
      </w:r>
      <w:r w:rsidRPr="00DD7B93">
        <w:tab/>
      </w:r>
      <w:r>
        <w:t>Contract O</w:t>
      </w:r>
      <w:r w:rsidRPr="00DD7B93">
        <w:t>ffers Special Needs Plans to beneficiaries (Yes or No)</w:t>
      </w:r>
    </w:p>
    <w:p w14:paraId="6581E97B" w14:textId="77777777" w:rsidR="00F74D0D" w:rsidRPr="00DD7B93" w:rsidRDefault="00F74D0D" w:rsidP="00F74D0D">
      <w:pPr>
        <w:pStyle w:val="MeasureList"/>
      </w:pPr>
      <w:r w:rsidRPr="00DD7B93">
        <w:tab/>
        <w:t>General-001</w:t>
      </w:r>
      <w:r>
        <w:t>6</w:t>
      </w:r>
      <w:r w:rsidRPr="00DD7B93">
        <w:tab/>
      </w:r>
      <w:r>
        <w:t xml:space="preserve">Contract </w:t>
      </w:r>
      <w:r w:rsidRPr="00DD7B93">
        <w:t>Offers Part D benefits (Yes or No)</w:t>
      </w:r>
    </w:p>
    <w:p w14:paraId="43E6EF65" w14:textId="10A2E62F" w:rsidR="00F74D0D" w:rsidRPr="00DD7B93" w:rsidRDefault="00F74D0D" w:rsidP="00F74D0D">
      <w:pPr>
        <w:pStyle w:val="MeasureList"/>
      </w:pPr>
      <w:r w:rsidRPr="00DD7B93">
        <w:tab/>
        <w:t>General-0050</w:t>
      </w:r>
      <w:r w:rsidRPr="00DD7B93">
        <w:tab/>
        <w:t>12/</w:t>
      </w:r>
      <w:r w:rsidR="00C32F56">
        <w:t>2023</w:t>
      </w:r>
      <w:r w:rsidRPr="00DD7B93">
        <w:t xml:space="preserve"> </w:t>
      </w:r>
      <w:r w:rsidR="001E6CC4">
        <w:t>Contract e</w:t>
      </w:r>
      <w:r w:rsidRPr="00DD7B93">
        <w:t>nrollment as reported by the Medicare Advantage Prescription Drug (</w:t>
      </w:r>
      <w:proofErr w:type="spellStart"/>
      <w:r w:rsidRPr="00DD7B93">
        <w:t>MARx</w:t>
      </w:r>
      <w:proofErr w:type="spellEnd"/>
      <w:r w:rsidRPr="00DD7B93">
        <w:t>) system</w:t>
      </w:r>
    </w:p>
    <w:p w14:paraId="0D7ADC1F" w14:textId="77777777" w:rsidR="00F74D0D" w:rsidRPr="00DD7B93" w:rsidRDefault="00F74D0D" w:rsidP="00F74D0D">
      <w:pPr>
        <w:pStyle w:val="MeasureList"/>
      </w:pPr>
      <w:r w:rsidRPr="00DD7B93">
        <w:tab/>
        <w:t>General-0060</w:t>
      </w:r>
      <w:r w:rsidRPr="00DD7B93">
        <w:tab/>
        <w:t>CMS Region Number</w:t>
      </w:r>
    </w:p>
    <w:p w14:paraId="3D5B505A" w14:textId="77777777" w:rsidR="00F74D0D" w:rsidRPr="00DD7B93" w:rsidRDefault="00F74D0D" w:rsidP="00F74D0D">
      <w:pPr>
        <w:pStyle w:val="MeasureList"/>
      </w:pPr>
      <w:r w:rsidRPr="00DD7B93">
        <w:tab/>
        <w:t>General-0070</w:t>
      </w:r>
      <w:r w:rsidRPr="00DD7B93">
        <w:tab/>
        <w:t>CMS Region Name</w:t>
      </w:r>
    </w:p>
    <w:p w14:paraId="73266449" w14:textId="77777777" w:rsidR="00F74D0D" w:rsidRDefault="00F74D0D" w:rsidP="00F74D0D">
      <w:pPr>
        <w:pStyle w:val="MeasureList"/>
      </w:pPr>
      <w:r w:rsidRPr="00DD7B93">
        <w:tab/>
        <w:t>General-0080</w:t>
      </w:r>
      <w:r w:rsidRPr="00DD7B93">
        <w:tab/>
        <w:t>Patient Population</w:t>
      </w:r>
    </w:p>
    <w:p w14:paraId="22E22B53" w14:textId="77777777" w:rsidR="00F74D0D" w:rsidRDefault="00F74D0D" w:rsidP="00F74D0D">
      <w:pPr>
        <w:pStyle w:val="MeasureList"/>
      </w:pPr>
      <w:r>
        <w:tab/>
        <w:t xml:space="preserve">General-0090 </w:t>
      </w:r>
      <w:r>
        <w:tab/>
        <w:t>Plan ID</w:t>
      </w:r>
    </w:p>
    <w:p w14:paraId="59A4CAB8" w14:textId="77777777" w:rsidR="00F74D0D" w:rsidRDefault="00F74D0D" w:rsidP="00F74D0D">
      <w:pPr>
        <w:pStyle w:val="MeasureList"/>
      </w:pPr>
      <w:r>
        <w:tab/>
        <w:t xml:space="preserve">General-0095 </w:t>
      </w:r>
      <w:r>
        <w:tab/>
        <w:t>Name of Plan</w:t>
      </w:r>
    </w:p>
    <w:p w14:paraId="2201DE32" w14:textId="77777777" w:rsidR="00F74D0D" w:rsidRDefault="00F74D0D" w:rsidP="00F74D0D">
      <w:pPr>
        <w:pStyle w:val="MeasureList"/>
      </w:pPr>
      <w:r>
        <w:tab/>
        <w:t>General-0100</w:t>
      </w:r>
      <w:r>
        <w:tab/>
        <w:t>Plan is a Special Needs Plan (Yes or No)</w:t>
      </w:r>
    </w:p>
    <w:p w14:paraId="3CB5E67A" w14:textId="77777777" w:rsidR="00F74D0D" w:rsidRDefault="00F74D0D" w:rsidP="00F74D0D">
      <w:pPr>
        <w:pStyle w:val="MeasureList"/>
      </w:pPr>
      <w:r>
        <w:tab/>
        <w:t>General-0105</w:t>
      </w:r>
      <w:r>
        <w:tab/>
        <w:t>Type of Special Needs Plan</w:t>
      </w:r>
    </w:p>
    <w:p w14:paraId="2957A6A5" w14:textId="77777777" w:rsidR="00F74D0D" w:rsidRDefault="00F74D0D" w:rsidP="00F74D0D">
      <w:pPr>
        <w:pStyle w:val="MeasureList"/>
      </w:pPr>
      <w:r>
        <w:tab/>
        <w:t>General-0110</w:t>
      </w:r>
      <w:r>
        <w:tab/>
        <w:t>Plan offers Part D benefits (Yes or No)</w:t>
      </w:r>
    </w:p>
    <w:p w14:paraId="22A0D6FE" w14:textId="77777777" w:rsidR="00F74D0D" w:rsidRDefault="00F74D0D" w:rsidP="00F74D0D">
      <w:pPr>
        <w:pStyle w:val="MeasureList"/>
      </w:pPr>
      <w:r>
        <w:tab/>
        <w:t>General-0117</w:t>
      </w:r>
      <w:r>
        <w:tab/>
        <w:t xml:space="preserve">Plan is an </w:t>
      </w:r>
      <w:r w:rsidR="00A71787">
        <w:t>E</w:t>
      </w:r>
      <w:r>
        <w:t xml:space="preserve">mployer </w:t>
      </w:r>
      <w:r w:rsidR="00A71787">
        <w:t>G</w:t>
      </w:r>
      <w:r>
        <w:t xml:space="preserve">roup </w:t>
      </w:r>
      <w:r w:rsidR="00A71787">
        <w:t>W</w:t>
      </w:r>
      <w:r>
        <w:t xml:space="preserve">aiver </w:t>
      </w:r>
      <w:r w:rsidR="00A71787">
        <w:t>P</w:t>
      </w:r>
      <w:r>
        <w:t>lan (Yes or No)</w:t>
      </w:r>
    </w:p>
    <w:p w14:paraId="0F6499F4" w14:textId="77777777" w:rsidR="00F74D0D" w:rsidRDefault="00F74D0D" w:rsidP="00F74D0D">
      <w:pPr>
        <w:pStyle w:val="MeasureList"/>
      </w:pPr>
      <w:r>
        <w:tab/>
        <w:t>General-0120</w:t>
      </w:r>
      <w:r>
        <w:tab/>
        <w:t>Number of non-Special Needs Plans offered by contract</w:t>
      </w:r>
    </w:p>
    <w:p w14:paraId="2172EAA7" w14:textId="77777777" w:rsidR="00F74D0D" w:rsidRDefault="00F74D0D" w:rsidP="00F74D0D">
      <w:pPr>
        <w:pStyle w:val="MeasureList"/>
      </w:pPr>
      <w:r>
        <w:tab/>
        <w:t>General-0125</w:t>
      </w:r>
      <w:r>
        <w:tab/>
        <w:t>Number of Special Needs Plans offered by contract</w:t>
      </w:r>
    </w:p>
    <w:p w14:paraId="50A0C74F" w14:textId="77777777" w:rsidR="00F74D0D" w:rsidRDefault="00F74D0D" w:rsidP="00F74D0D">
      <w:pPr>
        <w:pStyle w:val="MeasureList"/>
      </w:pPr>
      <w:r>
        <w:tab/>
        <w:t>General-0130</w:t>
      </w:r>
      <w:r>
        <w:tab/>
        <w:t>Total number of plans offered by contract</w:t>
      </w:r>
    </w:p>
    <w:p w14:paraId="430AF5D8" w14:textId="77777777" w:rsidR="00F74D0D" w:rsidRDefault="00F74D0D" w:rsidP="00F74D0D">
      <w:pPr>
        <w:pStyle w:val="MeasureList"/>
      </w:pPr>
      <w:r>
        <w:tab/>
        <w:t>General-0135</w:t>
      </w:r>
      <w:r>
        <w:tab/>
        <w:t>All plans offered by contract are Special Needs Plans (Yes or No)</w:t>
      </w:r>
    </w:p>
    <w:p w14:paraId="168638A3" w14:textId="4BFD3CFE" w:rsidR="00F74D0D" w:rsidRPr="00DD7B93" w:rsidRDefault="00F74D0D" w:rsidP="001E6CC4">
      <w:pPr>
        <w:pStyle w:val="MeasureList"/>
      </w:pPr>
      <w:r>
        <w:tab/>
        <w:t>General-0170</w:t>
      </w:r>
      <w:r>
        <w:tab/>
      </w:r>
      <w:r w:rsidR="001E6CC4" w:rsidRPr="00DD7B93">
        <w:t>12/</w:t>
      </w:r>
      <w:r w:rsidR="00C32F56">
        <w:t>2023</w:t>
      </w:r>
      <w:r w:rsidR="001E6CC4" w:rsidRPr="00DD7B93">
        <w:t xml:space="preserve"> </w:t>
      </w:r>
      <w:r w:rsidR="001E6CC4">
        <w:t>Plan e</w:t>
      </w:r>
      <w:r w:rsidR="001E6CC4" w:rsidRPr="00DD7B93">
        <w:t>nrollment as reported by the Medicare Advantage Prescription Drug (</w:t>
      </w:r>
      <w:proofErr w:type="spellStart"/>
      <w:r w:rsidR="001E6CC4" w:rsidRPr="00DD7B93">
        <w:t>MARx</w:t>
      </w:r>
      <w:proofErr w:type="spellEnd"/>
      <w:r w:rsidR="001E6CC4" w:rsidRPr="00DD7B93">
        <w:t>) system</w:t>
      </w:r>
      <w:r w:rsidRPr="00DD7B93">
        <w:tab/>
      </w:r>
    </w:p>
    <w:p w14:paraId="36377E89" w14:textId="77777777" w:rsidR="00F74D0D" w:rsidRPr="00DD7B93" w:rsidRDefault="00F74D0D" w:rsidP="00F74D0D">
      <w:pPr>
        <w:pStyle w:val="Heading4"/>
        <w:rPr>
          <w:color w:val="auto"/>
        </w:rPr>
      </w:pPr>
      <w:proofErr w:type="spellStart"/>
      <w:r w:rsidRPr="00DD7B93">
        <w:rPr>
          <w:color w:val="auto"/>
        </w:rPr>
        <w:t>Service_Area</w:t>
      </w:r>
      <w:proofErr w:type="spellEnd"/>
      <w:r w:rsidRPr="00DD7B93">
        <w:rPr>
          <w:color w:val="auto"/>
        </w:rPr>
        <w:t xml:space="preserve"> - Contract Service Area</w:t>
      </w:r>
    </w:p>
    <w:p w14:paraId="09FE25E4" w14:textId="77777777" w:rsidR="00F74D0D" w:rsidRPr="00DD7B93" w:rsidRDefault="00F74D0D" w:rsidP="00F74D0D">
      <w:pPr>
        <w:pStyle w:val="Description"/>
      </w:pPr>
      <w:r w:rsidRPr="00DD7B93">
        <w:tab/>
        <w:t>DESCRIPTION - The area where the contract provides services to Medicare care beneficiaries. This data comes from the Health Plan Management System (HPMS) as reported by the contract.</w:t>
      </w:r>
    </w:p>
    <w:p w14:paraId="76004051" w14:textId="77777777" w:rsidR="00F74D0D" w:rsidRPr="00DD7B93" w:rsidRDefault="00F74D0D" w:rsidP="00F74D0D">
      <w:pPr>
        <w:pStyle w:val="Heading5"/>
      </w:pPr>
      <w:r w:rsidRPr="00DD7B93">
        <w:tab/>
        <w:t>REPORTING LEVEL - N/A</w:t>
      </w:r>
    </w:p>
    <w:p w14:paraId="02B04EE1" w14:textId="77777777" w:rsidR="00F74D0D" w:rsidRPr="00DD7B93" w:rsidRDefault="00F74D0D" w:rsidP="00F74D0D">
      <w:pPr>
        <w:pStyle w:val="MeasureList"/>
      </w:pPr>
      <w:r w:rsidRPr="00DD7B93">
        <w:tab/>
      </w:r>
      <w:proofErr w:type="spellStart"/>
      <w:r w:rsidR="0055533F">
        <w:t>ssacode</w:t>
      </w:r>
      <w:proofErr w:type="spellEnd"/>
      <w:r w:rsidRPr="00DD7B93">
        <w:tab/>
        <w:t>Social Security Administration (SSA) State/County Code</w:t>
      </w:r>
    </w:p>
    <w:p w14:paraId="40CEAD22" w14:textId="77777777" w:rsidR="00F74D0D" w:rsidRPr="00DD7B93" w:rsidRDefault="00F74D0D" w:rsidP="00F74D0D">
      <w:pPr>
        <w:pStyle w:val="MeasureList"/>
      </w:pPr>
      <w:r w:rsidRPr="00DD7B93">
        <w:tab/>
      </w:r>
      <w:proofErr w:type="spellStart"/>
      <w:r w:rsidR="0055533F">
        <w:t>ansicode</w:t>
      </w:r>
      <w:proofErr w:type="spellEnd"/>
      <w:r w:rsidRPr="00DD7B93">
        <w:tab/>
        <w:t>American National Standards Institute (ANSI) State/County Code INCITS 31-2009 (formerly Federal Information Processing Standard [FIPS] State/County codes)</w:t>
      </w:r>
    </w:p>
    <w:p w14:paraId="53D4CF50" w14:textId="77777777" w:rsidR="00F74D0D" w:rsidRPr="00DD7B93" w:rsidRDefault="00F74D0D" w:rsidP="00F74D0D">
      <w:pPr>
        <w:pStyle w:val="MeasureList"/>
      </w:pPr>
      <w:r w:rsidRPr="00DD7B93">
        <w:tab/>
      </w:r>
      <w:r w:rsidR="0055533F">
        <w:t>state</w:t>
      </w:r>
      <w:r w:rsidRPr="00DD7B93">
        <w:tab/>
      </w:r>
      <w:proofErr w:type="spellStart"/>
      <w:r w:rsidRPr="00DD7B93">
        <w:t>State</w:t>
      </w:r>
      <w:proofErr w:type="spellEnd"/>
      <w:r w:rsidRPr="00DD7B93">
        <w:t xml:space="preserve"> Abbreviation (United States Postal Service (USPS) State Code)</w:t>
      </w:r>
    </w:p>
    <w:p w14:paraId="2622185D" w14:textId="77777777" w:rsidR="00F74D0D" w:rsidRPr="00DD7B93" w:rsidRDefault="00F74D0D" w:rsidP="00F74D0D">
      <w:pPr>
        <w:pStyle w:val="MeasureList"/>
      </w:pPr>
      <w:r w:rsidRPr="00DD7B93">
        <w:tab/>
      </w:r>
      <w:proofErr w:type="spellStart"/>
      <w:r w:rsidR="0055533F">
        <w:t>countyname</w:t>
      </w:r>
      <w:proofErr w:type="spellEnd"/>
      <w:r w:rsidRPr="00DD7B93">
        <w:tab/>
        <w:t>County Name</w:t>
      </w:r>
    </w:p>
    <w:p w14:paraId="050D7BA2" w14:textId="77777777" w:rsidR="00F74D0D" w:rsidRPr="00DD7B93" w:rsidRDefault="00F74D0D" w:rsidP="00F74D0D">
      <w:pPr>
        <w:pStyle w:val="MeasureList"/>
      </w:pPr>
      <w:r w:rsidRPr="00DD7B93">
        <w:tab/>
      </w:r>
      <w:proofErr w:type="spellStart"/>
      <w:r w:rsidR="0055533F">
        <w:t>eghp</w:t>
      </w:r>
      <w:proofErr w:type="spellEnd"/>
      <w:r w:rsidRPr="00DD7B93">
        <w:tab/>
        <w:t xml:space="preserve">County serves only beneficiaries in </w:t>
      </w:r>
      <w:r w:rsidR="0055533F">
        <w:t>an Employer Group Health Plan (Yes or No</w:t>
      </w:r>
      <w:r w:rsidRPr="00DD7B93">
        <w:t>)</w:t>
      </w:r>
    </w:p>
    <w:p w14:paraId="714CB324" w14:textId="77777777" w:rsidR="00F74D0D" w:rsidRPr="00DD7B93" w:rsidRDefault="00F74D0D" w:rsidP="00F74D0D">
      <w:pPr>
        <w:pStyle w:val="Heading4"/>
        <w:rPr>
          <w:color w:val="auto"/>
        </w:rPr>
      </w:pPr>
      <w:proofErr w:type="spellStart"/>
      <w:r w:rsidRPr="00DD7B93">
        <w:rPr>
          <w:color w:val="auto"/>
        </w:rPr>
        <w:t>National_Rates</w:t>
      </w:r>
      <w:proofErr w:type="spellEnd"/>
      <w:r w:rsidRPr="00DD7B93">
        <w:rPr>
          <w:color w:val="auto"/>
        </w:rPr>
        <w:t xml:space="preserve"> - National Rates</w:t>
      </w:r>
    </w:p>
    <w:p w14:paraId="26815C3F" w14:textId="77777777" w:rsidR="00F74D0D" w:rsidRPr="00DD7B93" w:rsidRDefault="00F74D0D" w:rsidP="00F74D0D">
      <w:pPr>
        <w:pStyle w:val="Description"/>
      </w:pPr>
      <w:r w:rsidRPr="00DD7B93">
        <w:tab/>
        <w:t xml:space="preserve">CMS has calculated and included a weighted National average for </w:t>
      </w:r>
      <w:proofErr w:type="gramStart"/>
      <w:r w:rsidRPr="00DD7B93">
        <w:t>all of</w:t>
      </w:r>
      <w:proofErr w:type="gramEnd"/>
      <w:r w:rsidRPr="00DD7B93">
        <w:t xml:space="preserve"> the Effectiveness of Care (EOC) measures. These rates are reported on a separate sheet called "National Rates" in the HEDIS Workbook. The rate for each of the EOC measures was calculated using the following formula:</w:t>
      </w:r>
    </w:p>
    <w:p w14:paraId="4BBCB394" w14:textId="77777777" w:rsidR="00F74D0D" w:rsidRPr="00DD7B93" w:rsidRDefault="00F74D0D" w:rsidP="00F74D0D">
      <w:pPr>
        <w:pStyle w:val="Description"/>
      </w:pPr>
      <w:r w:rsidRPr="00DD7B93">
        <w:tab/>
      </w:r>
    </w:p>
    <w:p w14:paraId="214214AD" w14:textId="77777777" w:rsidR="00F74D0D" w:rsidRPr="00DD7B93" w:rsidRDefault="00F74D0D" w:rsidP="00F74D0D">
      <w:pPr>
        <w:pStyle w:val="Description"/>
      </w:pPr>
      <w:r w:rsidRPr="00DD7B93">
        <w:tab/>
        <w:t>((En1/</w:t>
      </w:r>
      <w:proofErr w:type="spellStart"/>
      <w:proofErr w:type="gramStart"/>
      <w:r w:rsidRPr="00DD7B93">
        <w:t>TotE</w:t>
      </w:r>
      <w:proofErr w:type="spellEnd"/>
      <w:r w:rsidRPr="00DD7B93">
        <w:t>)*</w:t>
      </w:r>
      <w:proofErr w:type="gramEnd"/>
      <w:r w:rsidRPr="00DD7B93">
        <w:t>Sn1)+((En2/</w:t>
      </w:r>
      <w:proofErr w:type="spellStart"/>
      <w:r w:rsidRPr="00DD7B93">
        <w:t>TotE</w:t>
      </w:r>
      <w:proofErr w:type="spellEnd"/>
      <w:r w:rsidRPr="00DD7B93">
        <w:t>)*Sn2)+...+((</w:t>
      </w:r>
      <w:proofErr w:type="spellStart"/>
      <w:r w:rsidRPr="00DD7B93">
        <w:t>Enx</w:t>
      </w:r>
      <w:proofErr w:type="spellEnd"/>
      <w:r w:rsidRPr="00DD7B93">
        <w:t>/</w:t>
      </w:r>
      <w:proofErr w:type="spellStart"/>
      <w:r w:rsidRPr="00DD7B93">
        <w:t>TotE</w:t>
      </w:r>
      <w:proofErr w:type="spellEnd"/>
      <w:r w:rsidRPr="00DD7B93">
        <w:t>)*</w:t>
      </w:r>
      <w:proofErr w:type="spellStart"/>
      <w:r w:rsidRPr="00DD7B93">
        <w:t>Snx</w:t>
      </w:r>
      <w:proofErr w:type="spellEnd"/>
      <w:r w:rsidRPr="00DD7B93">
        <w:t>)=National Weighted Average Score</w:t>
      </w:r>
    </w:p>
    <w:p w14:paraId="7F1FF780" w14:textId="77777777" w:rsidR="00F74D0D" w:rsidRPr="00DD7B93" w:rsidRDefault="00F74D0D" w:rsidP="00F74D0D">
      <w:pPr>
        <w:pStyle w:val="Description"/>
      </w:pPr>
      <w:r w:rsidRPr="00DD7B93">
        <w:tab/>
      </w:r>
    </w:p>
    <w:p w14:paraId="0866F4B8" w14:textId="77777777" w:rsidR="00F74D0D" w:rsidRPr="00DD7B93" w:rsidRDefault="00F74D0D" w:rsidP="00F74D0D">
      <w:pPr>
        <w:pStyle w:val="Description"/>
      </w:pPr>
      <w:r w:rsidRPr="00DD7B93">
        <w:tab/>
        <w:t>Where:</w:t>
      </w:r>
    </w:p>
    <w:p w14:paraId="70C6FD33" w14:textId="77777777" w:rsidR="00F74D0D" w:rsidRPr="00DD7B93" w:rsidRDefault="00F74D0D" w:rsidP="00F74D0D">
      <w:pPr>
        <w:pStyle w:val="Description"/>
      </w:pPr>
      <w:r w:rsidRPr="00DD7B93">
        <w:tab/>
      </w:r>
      <w:proofErr w:type="spellStart"/>
      <w:r w:rsidRPr="00DD7B93">
        <w:t>TotE</w:t>
      </w:r>
      <w:proofErr w:type="spellEnd"/>
      <w:r w:rsidRPr="00DD7B93">
        <w:t xml:space="preserve"> = Total enrollment for all </w:t>
      </w:r>
      <w:r w:rsidR="00FF1543" w:rsidRPr="001513B4">
        <w:t>PBP</w:t>
      </w:r>
      <w:r w:rsidR="00FF1543">
        <w:t>s</w:t>
      </w:r>
      <w:r w:rsidRPr="00DD7B93">
        <w:t xml:space="preserve"> with a valid numeric rate in the measure</w:t>
      </w:r>
    </w:p>
    <w:p w14:paraId="1CEC7CE0" w14:textId="77777777" w:rsidR="00F74D0D" w:rsidRPr="00DD7B93" w:rsidRDefault="00F74D0D" w:rsidP="00F74D0D">
      <w:pPr>
        <w:pStyle w:val="Description"/>
      </w:pPr>
      <w:r w:rsidRPr="00DD7B93">
        <w:tab/>
        <w:t xml:space="preserve">En1 = Enrollment in the first </w:t>
      </w:r>
      <w:r w:rsidR="00FF1543" w:rsidRPr="001513B4">
        <w:t>PBP</w:t>
      </w:r>
      <w:r w:rsidR="00FF1543">
        <w:t xml:space="preserve"> </w:t>
      </w:r>
      <w:r w:rsidRPr="00DD7B93">
        <w:t>with a valid numeric rate</w:t>
      </w:r>
    </w:p>
    <w:p w14:paraId="377F4DDB" w14:textId="77777777" w:rsidR="00F74D0D" w:rsidRPr="00DD7B93" w:rsidRDefault="00F74D0D" w:rsidP="00F74D0D">
      <w:pPr>
        <w:pStyle w:val="Description"/>
      </w:pPr>
      <w:r w:rsidRPr="00DD7B93">
        <w:tab/>
        <w:t xml:space="preserve">Sn1 = Reported rate for the first </w:t>
      </w:r>
      <w:r w:rsidR="00FF1543" w:rsidRPr="001513B4">
        <w:t>PBP</w:t>
      </w:r>
      <w:r w:rsidRPr="00DD7B93">
        <w:t xml:space="preserve"> with a valid numeric rate</w:t>
      </w:r>
    </w:p>
    <w:p w14:paraId="29DA920B" w14:textId="77777777" w:rsidR="00F74D0D" w:rsidRPr="00DD7B93" w:rsidRDefault="00FF1543" w:rsidP="00F74D0D">
      <w:pPr>
        <w:pStyle w:val="Description"/>
      </w:pPr>
      <w:r>
        <w:tab/>
      </w:r>
      <w:proofErr w:type="spellStart"/>
      <w:r>
        <w:t>Enx</w:t>
      </w:r>
      <w:proofErr w:type="spellEnd"/>
      <w:r>
        <w:t xml:space="preserve"> = Enrollment in the last </w:t>
      </w:r>
      <w:r w:rsidRPr="001513B4">
        <w:t>PBP</w:t>
      </w:r>
      <w:r w:rsidR="00F74D0D" w:rsidRPr="00DD7B93">
        <w:t xml:space="preserve"> with a valid numeric rate</w:t>
      </w:r>
    </w:p>
    <w:p w14:paraId="41216E69" w14:textId="77777777" w:rsidR="00F74D0D" w:rsidRPr="00DD7B93" w:rsidRDefault="00F74D0D" w:rsidP="00F74D0D">
      <w:pPr>
        <w:pStyle w:val="Description"/>
      </w:pPr>
      <w:r w:rsidRPr="00DD7B93">
        <w:tab/>
      </w:r>
      <w:proofErr w:type="spellStart"/>
      <w:r w:rsidRPr="00DD7B93">
        <w:t>Sn</w:t>
      </w:r>
      <w:r w:rsidR="00FF1543">
        <w:t>x</w:t>
      </w:r>
      <w:proofErr w:type="spellEnd"/>
      <w:r w:rsidR="00FF1543">
        <w:t xml:space="preserve"> = Reported rate for the last </w:t>
      </w:r>
      <w:r w:rsidR="00FF1543" w:rsidRPr="001513B4">
        <w:t>PBP</w:t>
      </w:r>
      <w:r w:rsidRPr="00DD7B93">
        <w:t xml:space="preserve"> with a valid numeric rate</w:t>
      </w:r>
    </w:p>
    <w:p w14:paraId="3A9597BF" w14:textId="77777777" w:rsidR="00F74D0D" w:rsidRPr="00DD7B93" w:rsidRDefault="00F74D0D" w:rsidP="00F74D0D">
      <w:pPr>
        <w:pStyle w:val="Heading5"/>
      </w:pPr>
      <w:r w:rsidRPr="00DD7B93">
        <w:tab/>
        <w:t>REPORTING LEVEL - National</w:t>
      </w:r>
    </w:p>
    <w:p w14:paraId="17EB5FEB" w14:textId="77777777" w:rsidR="00F74D0D" w:rsidRPr="00DD7B93" w:rsidRDefault="00F74D0D" w:rsidP="00F74D0D">
      <w:pPr>
        <w:pStyle w:val="MeasureList"/>
      </w:pPr>
      <w:r w:rsidRPr="00DD7B93">
        <w:tab/>
        <w:t>NR-0010</w:t>
      </w:r>
      <w:r w:rsidRPr="00DD7B93">
        <w:tab/>
        <w:t>The HEDIS Year of the data (the measurement year is one year prior)</w:t>
      </w:r>
    </w:p>
    <w:p w14:paraId="3BCB7291" w14:textId="77777777" w:rsidR="00F74D0D" w:rsidRPr="00DD7B93" w:rsidRDefault="00F74D0D" w:rsidP="00F74D0D">
      <w:pPr>
        <w:pStyle w:val="MeasureList"/>
      </w:pPr>
      <w:r w:rsidRPr="00DD7B93">
        <w:tab/>
        <w:t>NR-0020</w:t>
      </w:r>
      <w:r w:rsidRPr="00DD7B93">
        <w:tab/>
        <w:t>Measure from the HEDIS Public Use File for which the national rate has been calculated</w:t>
      </w:r>
    </w:p>
    <w:p w14:paraId="06F7075C" w14:textId="77777777" w:rsidR="00F74D0D" w:rsidRPr="00DD7B93" w:rsidRDefault="00F74D0D" w:rsidP="00F74D0D">
      <w:pPr>
        <w:pStyle w:val="MeasureList"/>
      </w:pPr>
      <w:r w:rsidRPr="00DD7B93">
        <w:tab/>
        <w:t>NR-0030</w:t>
      </w:r>
      <w:r w:rsidRPr="00DD7B93">
        <w:tab/>
        <w:t>Field from the HEDIS Public Use File for which the national rate has been calculated</w:t>
      </w:r>
    </w:p>
    <w:p w14:paraId="4DE2105D" w14:textId="77777777" w:rsidR="00F74D0D" w:rsidRPr="00DD7B93" w:rsidRDefault="00F74D0D" w:rsidP="00F74D0D">
      <w:pPr>
        <w:pStyle w:val="MeasureList"/>
      </w:pPr>
      <w:r w:rsidRPr="00DD7B93">
        <w:tab/>
        <w:t>NR-0040</w:t>
      </w:r>
      <w:r w:rsidRPr="00DD7B93">
        <w:tab/>
        <w:t>Indicator key from the HEDIS Public Use File for which the national rate has been calculated</w:t>
      </w:r>
    </w:p>
    <w:p w14:paraId="749AA59C" w14:textId="77777777" w:rsidR="00F74D0D" w:rsidRPr="00DD7B93" w:rsidRDefault="00F74D0D" w:rsidP="00F74D0D">
      <w:pPr>
        <w:pStyle w:val="MeasureList"/>
      </w:pPr>
      <w:r w:rsidRPr="00DD7B93">
        <w:tab/>
        <w:t>NR-0050</w:t>
      </w:r>
      <w:r w:rsidRPr="00DD7B93">
        <w:tab/>
        <w:t>The National Rate for this measure and field</w:t>
      </w:r>
    </w:p>
    <w:p w14:paraId="6BD04C1A" w14:textId="77777777" w:rsidR="00F74D0D" w:rsidRPr="00DD7B93" w:rsidRDefault="00F74D0D" w:rsidP="00F74D0D">
      <w:pPr>
        <w:pStyle w:val="MeasureList"/>
      </w:pPr>
      <w:r w:rsidRPr="00DD7B93">
        <w:tab/>
        <w:t>NR-0060</w:t>
      </w:r>
      <w:r w:rsidRPr="00DD7B93">
        <w:tab/>
        <w:t xml:space="preserve">The number of </w:t>
      </w:r>
      <w:r w:rsidR="00FF1543" w:rsidRPr="001513B4">
        <w:t>PBP</w:t>
      </w:r>
      <w:r w:rsidRPr="00DD7B93">
        <w:t xml:space="preserve"> that submitted a numeric HEDIS rate for this measure and field</w:t>
      </w:r>
    </w:p>
    <w:p w14:paraId="31047A28" w14:textId="77777777" w:rsidR="00F74D0D" w:rsidRPr="00DD7B93" w:rsidRDefault="00F74D0D" w:rsidP="00F74D0D">
      <w:pPr>
        <w:pStyle w:val="MeasureList"/>
      </w:pPr>
      <w:r w:rsidRPr="00DD7B93">
        <w:tab/>
        <w:t>NR-0070</w:t>
      </w:r>
      <w:r w:rsidRPr="00DD7B93">
        <w:tab/>
        <w:t xml:space="preserve">The total number of enrollees in the </w:t>
      </w:r>
      <w:r w:rsidR="00FF1543" w:rsidRPr="001513B4">
        <w:t>PBP</w:t>
      </w:r>
      <w:r w:rsidR="00FF1543">
        <w:t>s</w:t>
      </w:r>
      <w:r w:rsidRPr="00DD7B93">
        <w:t xml:space="preserve"> that submitted a numeric HEDIS rate for this measure and field</w:t>
      </w:r>
    </w:p>
    <w:p w14:paraId="13CF1BFD" w14:textId="77777777" w:rsidR="00F74D0D" w:rsidRDefault="00F74D0D" w:rsidP="00110D1A">
      <w:pPr>
        <w:pStyle w:val="Heading4"/>
        <w:rPr>
          <w:color w:val="auto"/>
        </w:rPr>
      </w:pPr>
    </w:p>
    <w:p w14:paraId="0B716905" w14:textId="77777777" w:rsidR="00110D1A" w:rsidRPr="00DD7B93" w:rsidRDefault="00110D1A" w:rsidP="00110D1A">
      <w:pPr>
        <w:pStyle w:val="Heading4"/>
        <w:rPr>
          <w:color w:val="auto"/>
        </w:rPr>
      </w:pPr>
      <w:proofErr w:type="spellStart"/>
      <w:r w:rsidRPr="00DD7B93">
        <w:rPr>
          <w:color w:val="auto"/>
        </w:rPr>
        <w:t>HEDIS_Measures</w:t>
      </w:r>
      <w:proofErr w:type="spellEnd"/>
      <w:r w:rsidRPr="00DD7B93">
        <w:rPr>
          <w:color w:val="auto"/>
        </w:rPr>
        <w:t xml:space="preserve"> – HEDIS Public Use Measures</w:t>
      </w:r>
    </w:p>
    <w:p w14:paraId="18D68976" w14:textId="20841CB4" w:rsidR="00110D1A" w:rsidRPr="00DD7B93" w:rsidRDefault="00110D1A" w:rsidP="00110D1A">
      <w:pPr>
        <w:pStyle w:val="Heading4"/>
        <w:rPr>
          <w:rFonts w:cs="Arial"/>
          <w:b w:val="0"/>
          <w:i w:val="0"/>
          <w:iCs w:val="0"/>
          <w:color w:val="auto"/>
          <w:sz w:val="18"/>
          <w:szCs w:val="24"/>
        </w:rPr>
      </w:pPr>
      <w:r>
        <w:rPr>
          <w:rFonts w:cs="Arial"/>
          <w:b w:val="0"/>
          <w:i w:val="0"/>
          <w:iCs w:val="0"/>
          <w:color w:val="auto"/>
          <w:sz w:val="18"/>
          <w:szCs w:val="24"/>
        </w:rPr>
        <w:t xml:space="preserve">The </w:t>
      </w:r>
      <w:r w:rsidRPr="00874A10">
        <w:rPr>
          <w:rFonts w:cs="Arial"/>
          <w:b w:val="0"/>
          <w:iCs w:val="0"/>
          <w:color w:val="auto"/>
          <w:sz w:val="18"/>
          <w:szCs w:val="24"/>
        </w:rPr>
        <w:t>SNPDictionary</w:t>
      </w:r>
      <w:r w:rsidR="004128A9">
        <w:rPr>
          <w:rFonts w:cs="Arial"/>
          <w:b w:val="0"/>
          <w:iCs w:val="0"/>
          <w:color w:val="auto"/>
          <w:sz w:val="18"/>
          <w:szCs w:val="24"/>
        </w:rPr>
        <w:t>2023</w:t>
      </w:r>
      <w:r w:rsidRPr="00874A10">
        <w:rPr>
          <w:rFonts w:cs="Arial"/>
          <w:b w:val="0"/>
          <w:iCs w:val="0"/>
          <w:color w:val="auto"/>
          <w:sz w:val="18"/>
          <w:szCs w:val="24"/>
        </w:rPr>
        <w:t>.xlsx</w:t>
      </w:r>
      <w:r w:rsidRPr="00DD7B93">
        <w:rPr>
          <w:rFonts w:cs="Arial"/>
          <w:b w:val="0"/>
          <w:i w:val="0"/>
          <w:iCs w:val="0"/>
          <w:color w:val="auto"/>
          <w:sz w:val="18"/>
          <w:szCs w:val="24"/>
        </w:rPr>
        <w:t xml:space="preserve"> file is the data dictionary for the data in the </w:t>
      </w:r>
      <w:proofErr w:type="spellStart"/>
      <w:r w:rsidRPr="00DD7B93">
        <w:rPr>
          <w:rFonts w:cs="Arial"/>
          <w:b w:val="0"/>
          <w:i w:val="0"/>
          <w:iCs w:val="0"/>
          <w:color w:val="auto"/>
          <w:sz w:val="18"/>
          <w:szCs w:val="24"/>
        </w:rPr>
        <w:t>HEDIS_Measures</w:t>
      </w:r>
      <w:proofErr w:type="spellEnd"/>
      <w:r w:rsidRPr="00DD7B93">
        <w:rPr>
          <w:rFonts w:cs="Arial"/>
          <w:b w:val="0"/>
          <w:i w:val="0"/>
          <w:iCs w:val="0"/>
          <w:color w:val="auto"/>
          <w:sz w:val="18"/>
          <w:szCs w:val="24"/>
        </w:rPr>
        <w:t xml:space="preserve"> tab.  The data dictionary can be linked to the </w:t>
      </w:r>
      <w:proofErr w:type="spellStart"/>
      <w:r w:rsidRPr="00DD7B93">
        <w:rPr>
          <w:rFonts w:cs="Arial"/>
          <w:b w:val="0"/>
          <w:i w:val="0"/>
          <w:iCs w:val="0"/>
          <w:color w:val="auto"/>
          <w:sz w:val="18"/>
          <w:szCs w:val="24"/>
        </w:rPr>
        <w:t>HEDIS_measures</w:t>
      </w:r>
      <w:proofErr w:type="spellEnd"/>
      <w:r w:rsidRPr="00DD7B93">
        <w:rPr>
          <w:rFonts w:cs="Arial"/>
          <w:b w:val="0"/>
          <w:i w:val="0"/>
          <w:iCs w:val="0"/>
          <w:color w:val="auto"/>
          <w:sz w:val="18"/>
          <w:szCs w:val="24"/>
        </w:rPr>
        <w:t xml:space="preserve"> data using the </w:t>
      </w:r>
      <w:proofErr w:type="spellStart"/>
      <w:r w:rsidRPr="00DD7B93">
        <w:rPr>
          <w:rFonts w:cs="Arial"/>
          <w:b w:val="0"/>
          <w:i w:val="0"/>
          <w:iCs w:val="0"/>
          <w:color w:val="auto"/>
          <w:sz w:val="18"/>
          <w:szCs w:val="24"/>
        </w:rPr>
        <w:t>indicatorkey</w:t>
      </w:r>
      <w:proofErr w:type="spellEnd"/>
      <w:r w:rsidRPr="00DD7B93">
        <w:rPr>
          <w:rFonts w:cs="Arial"/>
          <w:b w:val="0"/>
          <w:i w:val="0"/>
          <w:iCs w:val="0"/>
          <w:color w:val="auto"/>
          <w:sz w:val="18"/>
          <w:szCs w:val="24"/>
        </w:rPr>
        <w:t xml:space="preserve"> field.  The data dictionary provides a description of the data contained in each field for a given measure.  For example, the data dictionary indicates the</w:t>
      </w:r>
      <w:r>
        <w:rPr>
          <w:rFonts w:cs="Arial"/>
          <w:b w:val="0"/>
          <w:i w:val="0"/>
          <w:iCs w:val="0"/>
          <w:color w:val="auto"/>
          <w:sz w:val="18"/>
          <w:szCs w:val="24"/>
        </w:rPr>
        <w:t xml:space="preserve"> </w:t>
      </w:r>
      <w:r w:rsidRPr="00DD7B93">
        <w:rPr>
          <w:rFonts w:cs="Arial"/>
          <w:b w:val="0"/>
          <w:i w:val="0"/>
          <w:iCs w:val="0"/>
          <w:color w:val="auto"/>
          <w:sz w:val="18"/>
          <w:szCs w:val="24"/>
        </w:rPr>
        <w:t xml:space="preserve">rate field associated with </w:t>
      </w:r>
      <w:proofErr w:type="spellStart"/>
      <w:r w:rsidRPr="00DD7B93">
        <w:rPr>
          <w:rFonts w:cs="Arial"/>
          <w:b w:val="0"/>
          <w:i w:val="0"/>
          <w:iCs w:val="0"/>
          <w:color w:val="auto"/>
          <w:sz w:val="18"/>
          <w:szCs w:val="24"/>
        </w:rPr>
        <w:t>indicatorkey</w:t>
      </w:r>
      <w:proofErr w:type="spellEnd"/>
      <w:r w:rsidRPr="00DD7B93">
        <w:rPr>
          <w:rFonts w:cs="Arial"/>
          <w:b w:val="0"/>
          <w:i w:val="0"/>
          <w:iCs w:val="0"/>
          <w:color w:val="auto"/>
          <w:sz w:val="18"/>
          <w:szCs w:val="24"/>
        </w:rPr>
        <w:t xml:space="preserve"> 2006</w:t>
      </w:r>
      <w:r>
        <w:rPr>
          <w:rFonts w:cs="Arial"/>
          <w:b w:val="0"/>
          <w:i w:val="0"/>
          <w:iCs w:val="0"/>
          <w:color w:val="auto"/>
          <w:sz w:val="18"/>
          <w:szCs w:val="24"/>
        </w:rPr>
        <w:t>59</w:t>
      </w:r>
      <w:r w:rsidRPr="00DD7B93">
        <w:rPr>
          <w:rFonts w:cs="Arial"/>
          <w:b w:val="0"/>
          <w:i w:val="0"/>
          <w:iCs w:val="0"/>
          <w:color w:val="auto"/>
          <w:sz w:val="18"/>
          <w:szCs w:val="24"/>
        </w:rPr>
        <w:t>_20 contains the</w:t>
      </w:r>
      <w:r>
        <w:rPr>
          <w:rFonts w:cs="Arial"/>
          <w:b w:val="0"/>
          <w:i w:val="0"/>
          <w:iCs w:val="0"/>
          <w:color w:val="auto"/>
          <w:sz w:val="18"/>
          <w:szCs w:val="24"/>
        </w:rPr>
        <w:t xml:space="preserve"> Effective Acute Phase Treatment</w:t>
      </w:r>
      <w:r w:rsidRPr="00DD7B93">
        <w:rPr>
          <w:rFonts w:cs="Arial"/>
          <w:b w:val="0"/>
          <w:i w:val="0"/>
          <w:iCs w:val="0"/>
          <w:color w:val="auto"/>
          <w:sz w:val="18"/>
          <w:szCs w:val="24"/>
        </w:rPr>
        <w:t xml:space="preserve"> rate for the</w:t>
      </w:r>
      <w:r>
        <w:rPr>
          <w:rFonts w:cs="Arial"/>
          <w:b w:val="0"/>
          <w:i w:val="0"/>
          <w:iCs w:val="0"/>
          <w:color w:val="auto"/>
          <w:sz w:val="18"/>
          <w:szCs w:val="24"/>
        </w:rPr>
        <w:t xml:space="preserve"> Antidepressant Medication Management </w:t>
      </w:r>
      <w:r w:rsidRPr="00DD7B93">
        <w:rPr>
          <w:rFonts w:cs="Arial"/>
          <w:b w:val="0"/>
          <w:i w:val="0"/>
          <w:iCs w:val="0"/>
          <w:color w:val="auto"/>
          <w:sz w:val="18"/>
          <w:szCs w:val="24"/>
        </w:rPr>
        <w:t>(</w:t>
      </w:r>
      <w:r>
        <w:rPr>
          <w:rFonts w:cs="Arial"/>
          <w:b w:val="0"/>
          <w:i w:val="0"/>
          <w:iCs w:val="0"/>
          <w:color w:val="auto"/>
          <w:sz w:val="18"/>
          <w:szCs w:val="24"/>
        </w:rPr>
        <w:t>AMM)</w:t>
      </w:r>
      <w:r w:rsidRPr="00DD7B93">
        <w:rPr>
          <w:rFonts w:cs="Arial"/>
          <w:b w:val="0"/>
          <w:i w:val="0"/>
          <w:iCs w:val="0"/>
          <w:color w:val="auto"/>
          <w:sz w:val="18"/>
          <w:szCs w:val="24"/>
        </w:rPr>
        <w:t xml:space="preserve"> measure.</w:t>
      </w:r>
    </w:p>
    <w:p w14:paraId="79642085" w14:textId="77777777" w:rsidR="001068B6" w:rsidRPr="00110D1A" w:rsidRDefault="009A33BB" w:rsidP="001068B6">
      <w:pPr>
        <w:pStyle w:val="Heading4"/>
        <w:rPr>
          <w:i w:val="0"/>
          <w:color w:val="auto"/>
          <w:sz w:val="20"/>
          <w:szCs w:val="20"/>
        </w:rPr>
      </w:pPr>
      <w:r w:rsidRPr="00110D1A">
        <w:rPr>
          <w:i w:val="0"/>
          <w:color w:val="auto"/>
          <w:sz w:val="20"/>
          <w:szCs w:val="20"/>
        </w:rPr>
        <w:t>AMM</w:t>
      </w:r>
      <w:r w:rsidR="001068B6" w:rsidRPr="00110D1A">
        <w:rPr>
          <w:i w:val="0"/>
          <w:color w:val="auto"/>
          <w:sz w:val="20"/>
          <w:szCs w:val="20"/>
        </w:rPr>
        <w:t xml:space="preserve"> - Antidepres</w:t>
      </w:r>
      <w:r w:rsidRPr="00110D1A">
        <w:rPr>
          <w:i w:val="0"/>
          <w:color w:val="auto"/>
          <w:sz w:val="20"/>
          <w:szCs w:val="20"/>
        </w:rPr>
        <w:t>sant Medication Management</w:t>
      </w:r>
    </w:p>
    <w:p w14:paraId="1140986A" w14:textId="77777777" w:rsidR="001068B6" w:rsidRPr="001513B4" w:rsidRDefault="001068B6" w:rsidP="001068B6">
      <w:pPr>
        <w:pStyle w:val="Description"/>
      </w:pPr>
      <w:r w:rsidRPr="001513B4">
        <w:tab/>
        <w:t>DESCRIPTION - The percentage of members 18 years of age and older who were treated with antidepressant medication, had a diagnosis of major depression and who remained on an antidepressant medication treatment. Two rates are reported.</w:t>
      </w:r>
    </w:p>
    <w:p w14:paraId="7623C4FD" w14:textId="77777777" w:rsidR="001068B6" w:rsidRPr="001513B4" w:rsidRDefault="001068B6" w:rsidP="001068B6">
      <w:pPr>
        <w:pStyle w:val="Description"/>
      </w:pPr>
      <w:r w:rsidRPr="001513B4">
        <w:tab/>
        <w:t xml:space="preserve">• Effective Acute Phase Treatment. The percentage of members who remained on an antidepressant medication for at least 84 days (12 weeks). </w:t>
      </w:r>
    </w:p>
    <w:p w14:paraId="55491DBD" w14:textId="77777777" w:rsidR="001068B6" w:rsidRPr="001513B4" w:rsidRDefault="001068B6" w:rsidP="001068B6">
      <w:pPr>
        <w:pStyle w:val="Description"/>
      </w:pPr>
      <w:r w:rsidRPr="001513B4">
        <w:tab/>
        <w:t>• Effective Continuation Phase Treatment. The percentage of members who remained on an antidepressant medication for at least 180 days (6 months).</w:t>
      </w:r>
    </w:p>
    <w:p w14:paraId="7106B100" w14:textId="40656C7D" w:rsidR="001068B6" w:rsidRDefault="001068B6" w:rsidP="001068B6">
      <w:pPr>
        <w:pStyle w:val="Description"/>
      </w:pPr>
      <w:r w:rsidRPr="001513B4">
        <w:tab/>
        <w:t>(</w:t>
      </w:r>
      <w:r w:rsidR="00352685">
        <w:t xml:space="preserve">HEDIS Measurement Year </w:t>
      </w:r>
      <w:r w:rsidR="00C32F56">
        <w:t>2023</w:t>
      </w:r>
      <w:r w:rsidRPr="001513B4">
        <w:t xml:space="preserve">, Volume 2: Technical Specifications, Pg. </w:t>
      </w:r>
      <w:r w:rsidR="00352685">
        <w:t>2</w:t>
      </w:r>
      <w:r w:rsidR="00574441">
        <w:t>4</w:t>
      </w:r>
      <w:r w:rsidR="00545202">
        <w:t>7</w:t>
      </w:r>
      <w:r w:rsidRPr="001513B4">
        <w:t>)</w:t>
      </w:r>
    </w:p>
    <w:p w14:paraId="205D18D8" w14:textId="77777777" w:rsidR="001068B6" w:rsidRPr="00110D1A" w:rsidRDefault="009A33BB" w:rsidP="001068B6">
      <w:pPr>
        <w:pStyle w:val="Heading4"/>
        <w:rPr>
          <w:i w:val="0"/>
          <w:color w:val="auto"/>
          <w:sz w:val="20"/>
          <w:szCs w:val="20"/>
        </w:rPr>
      </w:pPr>
      <w:r w:rsidRPr="00110D1A">
        <w:rPr>
          <w:i w:val="0"/>
          <w:color w:val="auto"/>
          <w:sz w:val="20"/>
          <w:szCs w:val="20"/>
        </w:rPr>
        <w:t>CBP</w:t>
      </w:r>
      <w:r w:rsidR="001068B6" w:rsidRPr="00110D1A">
        <w:rPr>
          <w:i w:val="0"/>
          <w:color w:val="auto"/>
          <w:sz w:val="20"/>
          <w:szCs w:val="20"/>
        </w:rPr>
        <w:t xml:space="preserve"> - Contr</w:t>
      </w:r>
      <w:r w:rsidRPr="00110D1A">
        <w:rPr>
          <w:i w:val="0"/>
          <w:color w:val="auto"/>
          <w:sz w:val="20"/>
          <w:szCs w:val="20"/>
        </w:rPr>
        <w:t>olling High Blood Pressure</w:t>
      </w:r>
    </w:p>
    <w:p w14:paraId="2E8ECEAB" w14:textId="42B9CEDB" w:rsidR="006B78CE" w:rsidRDefault="001068B6" w:rsidP="006B78CE">
      <w:pPr>
        <w:pStyle w:val="Description"/>
      </w:pPr>
      <w:r w:rsidRPr="001513B4">
        <w:tab/>
        <w:t xml:space="preserve">DESCRIPTION - </w:t>
      </w:r>
      <w:r w:rsidR="006B78CE">
        <w:t xml:space="preserve">The percentage of members 18–85 years of age who had a diagnosis of hypertension (HTN) and whose </w:t>
      </w:r>
      <w:r w:rsidR="0015038D">
        <w:t>blood pressure (</w:t>
      </w:r>
      <w:r w:rsidR="006B78CE">
        <w:t>BP</w:t>
      </w:r>
      <w:r w:rsidR="0015038D">
        <w:t>)</w:t>
      </w:r>
      <w:r w:rsidR="006B78CE">
        <w:t xml:space="preserve"> was adequately controlled (&lt;140/90 mm Hg) during the measurement year.</w:t>
      </w:r>
    </w:p>
    <w:p w14:paraId="379B3270" w14:textId="770DDB4A" w:rsidR="001068B6" w:rsidRDefault="001068B6" w:rsidP="006B78CE">
      <w:pPr>
        <w:pStyle w:val="Description"/>
      </w:pPr>
      <w:r w:rsidRPr="001513B4">
        <w:tab/>
        <w:t>(</w:t>
      </w:r>
      <w:r w:rsidR="00352685">
        <w:t xml:space="preserve">HEDIS Measurement Year </w:t>
      </w:r>
      <w:r w:rsidR="00C32F56">
        <w:t>2023</w:t>
      </w:r>
      <w:r w:rsidRPr="001513B4">
        <w:t xml:space="preserve">, Volume 2: Technical Specification, Pg. </w:t>
      </w:r>
      <w:r w:rsidR="00352685">
        <w:t>1</w:t>
      </w:r>
      <w:r w:rsidR="00545202">
        <w:t>52</w:t>
      </w:r>
      <w:r w:rsidRPr="001513B4">
        <w:t>)</w:t>
      </w:r>
    </w:p>
    <w:p w14:paraId="57EAD4FE" w14:textId="77777777" w:rsidR="009A33BB" w:rsidRPr="00110D1A" w:rsidRDefault="009A33BB" w:rsidP="009A33BB">
      <w:pPr>
        <w:pStyle w:val="Heading4"/>
        <w:rPr>
          <w:i w:val="0"/>
          <w:color w:val="auto"/>
          <w:sz w:val="20"/>
          <w:szCs w:val="20"/>
        </w:rPr>
      </w:pPr>
      <w:r w:rsidRPr="00110D1A">
        <w:rPr>
          <w:i w:val="0"/>
          <w:color w:val="auto"/>
          <w:sz w:val="20"/>
          <w:szCs w:val="20"/>
        </w:rPr>
        <w:t>COA - Care for Older Adults</w:t>
      </w:r>
    </w:p>
    <w:p w14:paraId="66F9FA19" w14:textId="77777777" w:rsidR="009A33BB" w:rsidRPr="001513B4" w:rsidRDefault="009A33BB" w:rsidP="009A33BB">
      <w:pPr>
        <w:pStyle w:val="Description"/>
      </w:pPr>
      <w:r w:rsidRPr="001513B4">
        <w:tab/>
        <w:t>DESCRIPTION - The percentage of adults 66 years and older who had each of the following during the measurement year:</w:t>
      </w:r>
    </w:p>
    <w:p w14:paraId="1EFC8B84" w14:textId="77777777" w:rsidR="009A33BB" w:rsidRPr="001513B4" w:rsidRDefault="009A33BB" w:rsidP="009A33BB">
      <w:pPr>
        <w:pStyle w:val="Description"/>
      </w:pPr>
      <w:r w:rsidRPr="001513B4">
        <w:tab/>
        <w:t>• Advance care planning.</w:t>
      </w:r>
    </w:p>
    <w:p w14:paraId="59811926" w14:textId="77777777" w:rsidR="009A33BB" w:rsidRPr="001513B4" w:rsidRDefault="009A33BB" w:rsidP="009A33BB">
      <w:pPr>
        <w:pStyle w:val="Description"/>
      </w:pPr>
      <w:r w:rsidRPr="001513B4">
        <w:tab/>
        <w:t>• Medication review.</w:t>
      </w:r>
    </w:p>
    <w:p w14:paraId="48AEAA9C" w14:textId="77777777" w:rsidR="009A33BB" w:rsidRPr="001513B4" w:rsidRDefault="009A33BB" w:rsidP="009A33BB">
      <w:pPr>
        <w:pStyle w:val="Description"/>
      </w:pPr>
      <w:r w:rsidRPr="001513B4">
        <w:tab/>
        <w:t>• Functional status assessment.</w:t>
      </w:r>
    </w:p>
    <w:p w14:paraId="6FD3FA69" w14:textId="77777777" w:rsidR="009A33BB" w:rsidRPr="001513B4" w:rsidRDefault="009A33BB" w:rsidP="009A33BB">
      <w:pPr>
        <w:pStyle w:val="Description"/>
      </w:pPr>
      <w:r w:rsidRPr="001513B4">
        <w:tab/>
        <w:t>• Pain assessment.</w:t>
      </w:r>
    </w:p>
    <w:p w14:paraId="323A82E2" w14:textId="1D40C8F8" w:rsidR="009A33BB" w:rsidRPr="00AF391C" w:rsidRDefault="009A33BB" w:rsidP="001068B6">
      <w:pPr>
        <w:pStyle w:val="Description"/>
      </w:pPr>
      <w:r w:rsidRPr="001513B4">
        <w:tab/>
        <w:t>(</w:t>
      </w:r>
      <w:r w:rsidR="00352685">
        <w:t xml:space="preserve">HEDIS Measurement Year </w:t>
      </w:r>
      <w:r w:rsidR="00C32F56">
        <w:t>2023</w:t>
      </w:r>
      <w:r w:rsidRPr="001513B4">
        <w:t xml:space="preserve">, Volume 2: Technical </w:t>
      </w:r>
      <w:r w:rsidRPr="00AF391C">
        <w:t xml:space="preserve">Specification, Pg. </w:t>
      </w:r>
      <w:r w:rsidR="00AF391C" w:rsidRPr="00AF391C">
        <w:t>1</w:t>
      </w:r>
      <w:r w:rsidR="00574441">
        <w:t>1</w:t>
      </w:r>
      <w:r w:rsidR="00545202">
        <w:t>5</w:t>
      </w:r>
      <w:r w:rsidRPr="00AF391C">
        <w:t>)</w:t>
      </w:r>
    </w:p>
    <w:p w14:paraId="09BBF1F2" w14:textId="77777777" w:rsidR="001068B6" w:rsidRPr="00110D1A" w:rsidRDefault="009A33BB" w:rsidP="001068B6">
      <w:pPr>
        <w:pStyle w:val="Heading4"/>
        <w:rPr>
          <w:i w:val="0"/>
          <w:color w:val="auto"/>
          <w:sz w:val="20"/>
          <w:szCs w:val="20"/>
        </w:rPr>
      </w:pPr>
      <w:r w:rsidRPr="00AF391C">
        <w:rPr>
          <w:i w:val="0"/>
          <w:color w:val="auto"/>
          <w:sz w:val="20"/>
          <w:szCs w:val="20"/>
        </w:rPr>
        <w:t>COL</w:t>
      </w:r>
      <w:r w:rsidR="001068B6" w:rsidRPr="00AF391C">
        <w:rPr>
          <w:i w:val="0"/>
          <w:color w:val="auto"/>
          <w:sz w:val="20"/>
          <w:szCs w:val="20"/>
        </w:rPr>
        <w:t xml:space="preserve"> - C</w:t>
      </w:r>
      <w:r w:rsidRPr="00AF391C">
        <w:rPr>
          <w:i w:val="0"/>
          <w:color w:val="auto"/>
          <w:sz w:val="20"/>
          <w:szCs w:val="20"/>
        </w:rPr>
        <w:t>olorectal Cancer Screening</w:t>
      </w:r>
    </w:p>
    <w:p w14:paraId="0A3D7C3A" w14:textId="77777777" w:rsidR="00D24145" w:rsidRDefault="001068B6" w:rsidP="001513B4">
      <w:pPr>
        <w:pStyle w:val="Description"/>
      </w:pPr>
      <w:r w:rsidRPr="001513B4">
        <w:tab/>
        <w:t xml:space="preserve">DESCRIPTION - The percentage of members 50–75 years of age who had appropriate screening for colorectal cancer. </w:t>
      </w:r>
    </w:p>
    <w:p w14:paraId="73D37018" w14:textId="69254618" w:rsidR="00937BDB" w:rsidRDefault="00D24145" w:rsidP="001513B4">
      <w:pPr>
        <w:pStyle w:val="Description"/>
      </w:pPr>
      <w:r>
        <w:tab/>
      </w:r>
      <w:r w:rsidR="001068B6" w:rsidRPr="001513B4">
        <w:t>(</w:t>
      </w:r>
      <w:r w:rsidR="00352685">
        <w:t xml:space="preserve">HEDIS Measurement Year </w:t>
      </w:r>
      <w:r w:rsidR="00C32F56">
        <w:t>2023</w:t>
      </w:r>
      <w:r w:rsidR="001068B6" w:rsidRPr="001513B4">
        <w:t xml:space="preserve">, Volume 2: Technical Specification, Pg. </w:t>
      </w:r>
      <w:r w:rsidR="00352685">
        <w:t>10</w:t>
      </w:r>
      <w:r w:rsidR="00545202">
        <w:t>2</w:t>
      </w:r>
      <w:r w:rsidR="001068B6" w:rsidRPr="001513B4">
        <w:t>)</w:t>
      </w:r>
    </w:p>
    <w:p w14:paraId="11803D4F" w14:textId="77777777" w:rsidR="009A33BB" w:rsidRPr="00110D1A" w:rsidRDefault="009A33BB" w:rsidP="009A33BB">
      <w:pPr>
        <w:pStyle w:val="Heading4"/>
        <w:rPr>
          <w:i w:val="0"/>
          <w:color w:val="auto"/>
          <w:sz w:val="20"/>
          <w:szCs w:val="20"/>
        </w:rPr>
      </w:pPr>
      <w:r w:rsidRPr="00110D1A">
        <w:rPr>
          <w:i w:val="0"/>
          <w:color w:val="auto"/>
          <w:sz w:val="20"/>
          <w:szCs w:val="20"/>
        </w:rPr>
        <w:t>DAE - Use of High-Risk Medications in the Elderly</w:t>
      </w:r>
    </w:p>
    <w:p w14:paraId="7FBCCB73" w14:textId="7D02E967" w:rsidR="009A33BB" w:rsidRPr="001513B4" w:rsidRDefault="0015038D" w:rsidP="009A33BB">
      <w:pPr>
        <w:pStyle w:val="Description"/>
      </w:pPr>
      <w:r>
        <w:tab/>
        <w:t xml:space="preserve">DESCRIPTION - </w:t>
      </w:r>
      <w:r w:rsidR="009A33BB" w:rsidRPr="001513B4">
        <w:t>The percentage of Medicare members 66 years of age and older who received at least one high-risk medication.</w:t>
      </w:r>
    </w:p>
    <w:p w14:paraId="08D5ED1F" w14:textId="77777777" w:rsidR="009A33BB" w:rsidRPr="001513B4" w:rsidRDefault="009A33BB" w:rsidP="009A33BB">
      <w:pPr>
        <w:pStyle w:val="Description"/>
      </w:pPr>
      <w:r w:rsidRPr="001513B4">
        <w:tab/>
        <w:t>• The percentage of Medicare members 66 years of age and older who received at least two different high-risk medications.</w:t>
      </w:r>
    </w:p>
    <w:p w14:paraId="11F678EF" w14:textId="77777777" w:rsidR="009A33BB" w:rsidRPr="001513B4" w:rsidRDefault="009A33BB" w:rsidP="009A33BB">
      <w:pPr>
        <w:pStyle w:val="Description"/>
      </w:pPr>
      <w:r w:rsidRPr="001513B4">
        <w:tab/>
        <w:t>For both rates, a lower rate represents better performance.</w:t>
      </w:r>
    </w:p>
    <w:p w14:paraId="378A24EB" w14:textId="7DC6AEBD" w:rsidR="009A33BB" w:rsidRPr="001513B4" w:rsidRDefault="009A33BB" w:rsidP="009A33BB">
      <w:pPr>
        <w:pStyle w:val="Description"/>
      </w:pPr>
      <w:r w:rsidRPr="001513B4">
        <w:tab/>
        <w:t>(</w:t>
      </w:r>
      <w:r w:rsidR="00352685">
        <w:t xml:space="preserve">HEDIS Measurement Year </w:t>
      </w:r>
      <w:r w:rsidR="00C32F56">
        <w:t>2023</w:t>
      </w:r>
      <w:r w:rsidRPr="001513B4">
        <w:t xml:space="preserve">, Volume 2: Technical Specification, Pg. </w:t>
      </w:r>
      <w:r w:rsidR="00352685">
        <w:t>3</w:t>
      </w:r>
      <w:r w:rsidR="00545202">
        <w:t>77</w:t>
      </w:r>
      <w:r w:rsidRPr="001513B4">
        <w:t>)</w:t>
      </w:r>
    </w:p>
    <w:p w14:paraId="49B718C6" w14:textId="77777777" w:rsidR="009A33BB" w:rsidRPr="00110D1A" w:rsidRDefault="009A33BB" w:rsidP="009A33BB">
      <w:pPr>
        <w:pStyle w:val="Heading4"/>
        <w:rPr>
          <w:i w:val="0"/>
          <w:color w:val="auto"/>
          <w:sz w:val="20"/>
          <w:szCs w:val="20"/>
        </w:rPr>
      </w:pPr>
      <w:r w:rsidRPr="00110D1A">
        <w:rPr>
          <w:i w:val="0"/>
          <w:color w:val="auto"/>
          <w:sz w:val="20"/>
          <w:szCs w:val="20"/>
        </w:rPr>
        <w:t>DDE - Potentially Harmful Drug-Disease Interactions in the Elderly</w:t>
      </w:r>
    </w:p>
    <w:p w14:paraId="103E2FC3" w14:textId="77777777" w:rsidR="009A33BB" w:rsidRPr="001513B4" w:rsidRDefault="009A33BB" w:rsidP="009A33BB">
      <w:pPr>
        <w:pStyle w:val="Description"/>
      </w:pPr>
      <w:r w:rsidRPr="001513B4">
        <w:tab/>
        <w:t>DESCRIPTION - The percentage of Medicare members 65 years of age and older who have evidence of an underlying disease, condition or health concern and who were dispensed an ambulatory prescription for a potentially harmful medication, concurrent with or after the diagnosis.</w:t>
      </w:r>
    </w:p>
    <w:p w14:paraId="3CBAF86C" w14:textId="77777777" w:rsidR="009A33BB" w:rsidRPr="001513B4" w:rsidRDefault="009A33BB" w:rsidP="009A33BB">
      <w:pPr>
        <w:pStyle w:val="Description"/>
      </w:pPr>
      <w:r w:rsidRPr="001513B4">
        <w:tab/>
        <w:t>Report each of the three rates separately and as a total rate.</w:t>
      </w:r>
    </w:p>
    <w:p w14:paraId="6BD923FE" w14:textId="337FB628" w:rsidR="006B78CE" w:rsidRPr="00E01376" w:rsidRDefault="0015038D" w:rsidP="0015038D">
      <w:pPr>
        <w:pStyle w:val="Bullet"/>
        <w:numPr>
          <w:ilvl w:val="0"/>
          <w:numId w:val="0"/>
        </w:numPr>
        <w:ind w:left="360"/>
        <w:rPr>
          <w:rFonts w:cs="Arial"/>
          <w:sz w:val="18"/>
          <w:szCs w:val="18"/>
        </w:rPr>
      </w:pPr>
      <w:r w:rsidRPr="0015038D">
        <w:rPr>
          <w:sz w:val="18"/>
          <w:szCs w:val="18"/>
        </w:rPr>
        <w:t>•</w:t>
      </w:r>
      <w:r w:rsidRPr="001513B4">
        <w:t xml:space="preserve"> </w:t>
      </w:r>
      <w:r w:rsidR="006B78CE" w:rsidRPr="00E01376">
        <w:rPr>
          <w:sz w:val="18"/>
          <w:szCs w:val="18"/>
        </w:rPr>
        <w:t>A history of falls and a prescription for anticonvulsants, SSRIs, antipsychotics, benzodiazepines,</w:t>
      </w:r>
      <w:r>
        <w:rPr>
          <w:sz w:val="18"/>
          <w:szCs w:val="18"/>
        </w:rPr>
        <w:t xml:space="preserve"> nonbenzodiazepine hypnotics or </w:t>
      </w:r>
      <w:r w:rsidR="006B78CE" w:rsidRPr="00E01376">
        <w:rPr>
          <w:sz w:val="18"/>
          <w:szCs w:val="18"/>
        </w:rPr>
        <w:t>tricyclic antidepressants.</w:t>
      </w:r>
    </w:p>
    <w:p w14:paraId="0446C289" w14:textId="62045F0A" w:rsidR="006B78CE" w:rsidRPr="00E01376" w:rsidRDefault="0015038D" w:rsidP="0015038D">
      <w:pPr>
        <w:pStyle w:val="Bullet"/>
        <w:numPr>
          <w:ilvl w:val="0"/>
          <w:numId w:val="0"/>
        </w:numPr>
        <w:ind w:left="360"/>
        <w:rPr>
          <w:sz w:val="18"/>
          <w:szCs w:val="18"/>
        </w:rPr>
      </w:pPr>
      <w:r w:rsidRPr="0015038D">
        <w:rPr>
          <w:sz w:val="18"/>
          <w:szCs w:val="18"/>
        </w:rPr>
        <w:t>•</w:t>
      </w:r>
      <w:r w:rsidRPr="001513B4">
        <w:t xml:space="preserve"> </w:t>
      </w:r>
      <w:r w:rsidR="006B78CE" w:rsidRPr="00E01376">
        <w:rPr>
          <w:sz w:val="18"/>
          <w:szCs w:val="18"/>
        </w:rPr>
        <w:t>Dementia and a prescription for antipsychotics, benzodiazepines, nonbenzodiazepine hypnotics, tricyclic antidepressants, H2 receptor antagonists or anticholinergic agents.</w:t>
      </w:r>
    </w:p>
    <w:p w14:paraId="29A1AD9B" w14:textId="31703B45" w:rsidR="006B78CE" w:rsidRPr="00E01376" w:rsidRDefault="0015038D" w:rsidP="0015038D">
      <w:pPr>
        <w:pStyle w:val="Bullet"/>
        <w:numPr>
          <w:ilvl w:val="0"/>
          <w:numId w:val="0"/>
        </w:numPr>
        <w:ind w:left="720" w:hanging="360"/>
        <w:rPr>
          <w:sz w:val="18"/>
          <w:szCs w:val="18"/>
        </w:rPr>
      </w:pPr>
      <w:r w:rsidRPr="0015038D">
        <w:rPr>
          <w:sz w:val="18"/>
          <w:szCs w:val="18"/>
        </w:rPr>
        <w:t>•</w:t>
      </w:r>
      <w:r w:rsidRPr="001513B4">
        <w:t xml:space="preserve"> </w:t>
      </w:r>
      <w:r w:rsidR="006B78CE" w:rsidRPr="00E01376">
        <w:rPr>
          <w:sz w:val="18"/>
          <w:szCs w:val="18"/>
        </w:rPr>
        <w:t xml:space="preserve">Chronic kidney disease and prescription for Cox-2 selective NSAIDs or </w:t>
      </w:r>
      <w:proofErr w:type="spellStart"/>
      <w:r w:rsidR="006B78CE" w:rsidRPr="00E01376">
        <w:rPr>
          <w:sz w:val="18"/>
          <w:szCs w:val="18"/>
        </w:rPr>
        <w:t>nonaspirin</w:t>
      </w:r>
      <w:proofErr w:type="spellEnd"/>
      <w:r w:rsidR="006B78CE" w:rsidRPr="00E01376">
        <w:rPr>
          <w:sz w:val="18"/>
          <w:szCs w:val="18"/>
        </w:rPr>
        <w:t xml:space="preserve"> NSAIDs.</w:t>
      </w:r>
    </w:p>
    <w:p w14:paraId="3A8DD0C0" w14:textId="2FD44F9A" w:rsidR="006B78CE" w:rsidRPr="00E01376" w:rsidRDefault="0015038D" w:rsidP="0015038D">
      <w:pPr>
        <w:pStyle w:val="Bullet"/>
        <w:numPr>
          <w:ilvl w:val="0"/>
          <w:numId w:val="0"/>
        </w:numPr>
        <w:ind w:left="720" w:hanging="360"/>
        <w:rPr>
          <w:sz w:val="18"/>
          <w:szCs w:val="18"/>
        </w:rPr>
      </w:pPr>
      <w:r w:rsidRPr="0015038D">
        <w:rPr>
          <w:sz w:val="18"/>
          <w:szCs w:val="18"/>
        </w:rPr>
        <w:t>•</w:t>
      </w:r>
      <w:r w:rsidRPr="001513B4">
        <w:t xml:space="preserve"> </w:t>
      </w:r>
      <w:r w:rsidR="006B78CE" w:rsidRPr="00E01376">
        <w:rPr>
          <w:sz w:val="18"/>
          <w:szCs w:val="18"/>
        </w:rPr>
        <w:t>Total rate (the sum of the three numerators divided by the sum of the three denominators).</w:t>
      </w:r>
    </w:p>
    <w:p w14:paraId="6D8E2D7D" w14:textId="5EEADFEC" w:rsidR="009A33BB" w:rsidRDefault="009A33BB" w:rsidP="006B78CE">
      <w:pPr>
        <w:pStyle w:val="Description"/>
      </w:pPr>
      <w:r w:rsidRPr="001513B4">
        <w:tab/>
        <w:t>(</w:t>
      </w:r>
      <w:r w:rsidR="00352685">
        <w:t xml:space="preserve">HEDIS Measurement Year </w:t>
      </w:r>
      <w:r w:rsidR="00C32F56">
        <w:t>2023</w:t>
      </w:r>
      <w:r w:rsidRPr="001513B4">
        <w:t xml:space="preserve">, Volume 2: Technical Specification, Pg. </w:t>
      </w:r>
      <w:r w:rsidR="00352685">
        <w:t>3</w:t>
      </w:r>
      <w:r w:rsidR="00574441">
        <w:t>6</w:t>
      </w:r>
      <w:r w:rsidR="00545202">
        <w:t>9</w:t>
      </w:r>
      <w:r w:rsidRPr="001513B4">
        <w:t>)</w:t>
      </w:r>
    </w:p>
    <w:p w14:paraId="5DCF3CA6" w14:textId="77777777" w:rsidR="00574441" w:rsidRDefault="00574441">
      <w:pPr>
        <w:spacing w:line="276" w:lineRule="auto"/>
        <w:rPr>
          <w:rFonts w:cs="Times New Roman"/>
          <w:b/>
          <w:iCs/>
          <w:sz w:val="20"/>
        </w:rPr>
      </w:pPr>
      <w:r>
        <w:rPr>
          <w:i/>
          <w:sz w:val="20"/>
        </w:rPr>
        <w:br w:type="page"/>
      </w:r>
    </w:p>
    <w:p w14:paraId="02740927" w14:textId="34A5F5B0" w:rsidR="009A33BB" w:rsidRPr="00110D1A" w:rsidRDefault="009A33BB" w:rsidP="009A33BB">
      <w:pPr>
        <w:pStyle w:val="Heading4"/>
        <w:rPr>
          <w:i w:val="0"/>
          <w:color w:val="auto"/>
          <w:sz w:val="20"/>
        </w:rPr>
      </w:pPr>
      <w:r w:rsidRPr="00110D1A">
        <w:rPr>
          <w:i w:val="0"/>
          <w:color w:val="auto"/>
          <w:sz w:val="20"/>
        </w:rPr>
        <w:lastRenderedPageBreak/>
        <w:t xml:space="preserve">FUH </w:t>
      </w:r>
      <w:r w:rsidR="0015038D">
        <w:rPr>
          <w:i w:val="0"/>
          <w:color w:val="auto"/>
          <w:sz w:val="20"/>
        </w:rPr>
        <w:t>–</w:t>
      </w:r>
      <w:r w:rsidRPr="00110D1A">
        <w:rPr>
          <w:i w:val="0"/>
          <w:color w:val="auto"/>
          <w:sz w:val="20"/>
        </w:rPr>
        <w:t xml:space="preserve"> Follow</w:t>
      </w:r>
      <w:r w:rsidR="0015038D">
        <w:rPr>
          <w:i w:val="0"/>
          <w:color w:val="auto"/>
          <w:sz w:val="20"/>
        </w:rPr>
        <w:t>-</w:t>
      </w:r>
      <w:r w:rsidRPr="00110D1A">
        <w:rPr>
          <w:i w:val="0"/>
          <w:color w:val="auto"/>
          <w:sz w:val="20"/>
        </w:rPr>
        <w:t>up after Hospitalization for Mental Illness</w:t>
      </w:r>
    </w:p>
    <w:p w14:paraId="388FD0A5" w14:textId="77777777" w:rsidR="009A33BB" w:rsidRPr="001513B4" w:rsidRDefault="009A33BB" w:rsidP="009A33BB">
      <w:pPr>
        <w:pStyle w:val="Description"/>
      </w:pPr>
      <w:r w:rsidRPr="001513B4">
        <w:tab/>
        <w:t>DESCRIPTION - The percentage of discharges for members 6 years of age and older who were hospitalized for treatment of selected mental illness diagnoses and who had an outpatient visit, an intensive outpatient encounter or partial hospitalization with a mental health practitioner. Two rates are reported:</w:t>
      </w:r>
    </w:p>
    <w:p w14:paraId="00441B9F" w14:textId="77777777" w:rsidR="009A33BB" w:rsidRPr="001513B4" w:rsidRDefault="009A33BB" w:rsidP="009A33BB">
      <w:pPr>
        <w:pStyle w:val="Description"/>
      </w:pPr>
      <w:r w:rsidRPr="001513B4">
        <w:tab/>
        <w:t>• The percentage of discharges for which the member received follow-up within 30 days of discharge.</w:t>
      </w:r>
    </w:p>
    <w:p w14:paraId="4FE4466D" w14:textId="77777777" w:rsidR="009A33BB" w:rsidRPr="001513B4" w:rsidRDefault="009A33BB" w:rsidP="009A33BB">
      <w:pPr>
        <w:pStyle w:val="Description"/>
      </w:pPr>
      <w:r w:rsidRPr="001513B4">
        <w:tab/>
        <w:t>• The percentage of discharges for which the member received follow-up within 7 days of discharge.</w:t>
      </w:r>
    </w:p>
    <w:p w14:paraId="036EAF20" w14:textId="0FC11E72" w:rsidR="009A33BB" w:rsidRPr="001513B4" w:rsidRDefault="009A33BB" w:rsidP="009A33BB">
      <w:pPr>
        <w:pStyle w:val="Description"/>
      </w:pPr>
      <w:r w:rsidRPr="001513B4">
        <w:tab/>
        <w:t>(</w:t>
      </w:r>
      <w:r w:rsidR="00352685">
        <w:t xml:space="preserve">HEDIS Measurement Year </w:t>
      </w:r>
      <w:r w:rsidR="00C32F56">
        <w:t>2023</w:t>
      </w:r>
      <w:r w:rsidRPr="001513B4">
        <w:t xml:space="preserve">, Volume 2: Technical Specification, Pg. </w:t>
      </w:r>
      <w:r w:rsidR="00352685">
        <w:t>2</w:t>
      </w:r>
      <w:r w:rsidR="00A77743">
        <w:t>60</w:t>
      </w:r>
      <w:r w:rsidRPr="001513B4">
        <w:t>)</w:t>
      </w:r>
    </w:p>
    <w:p w14:paraId="6A7D9926" w14:textId="77777777" w:rsidR="001068B6" w:rsidRPr="00110D1A" w:rsidRDefault="009A33BB" w:rsidP="001068B6">
      <w:pPr>
        <w:pStyle w:val="Heading4"/>
        <w:rPr>
          <w:i w:val="0"/>
          <w:color w:val="auto"/>
        </w:rPr>
      </w:pPr>
      <w:r w:rsidRPr="00110D1A">
        <w:rPr>
          <w:i w:val="0"/>
          <w:color w:val="auto"/>
          <w:sz w:val="20"/>
        </w:rPr>
        <w:t>OMW</w:t>
      </w:r>
      <w:r w:rsidR="001068B6" w:rsidRPr="00110D1A">
        <w:rPr>
          <w:i w:val="0"/>
          <w:color w:val="auto"/>
          <w:sz w:val="20"/>
        </w:rPr>
        <w:t xml:space="preserve"> - Osteoporosis Management i</w:t>
      </w:r>
      <w:r w:rsidRPr="00110D1A">
        <w:rPr>
          <w:i w:val="0"/>
          <w:color w:val="auto"/>
          <w:sz w:val="20"/>
        </w:rPr>
        <w:t>n Women Who Had a Fracture</w:t>
      </w:r>
    </w:p>
    <w:p w14:paraId="6F692A75" w14:textId="77777777" w:rsidR="006B78CE" w:rsidRDefault="001068B6" w:rsidP="001068B6">
      <w:pPr>
        <w:pStyle w:val="Description"/>
      </w:pPr>
      <w:r w:rsidRPr="001513B4">
        <w:tab/>
        <w:t xml:space="preserve">DESCRIPTION - The percentage of women 67–85 years of age who suffered a fracture and who had either a bone mineral density (BMD) test or prescription for a drug to treat osteoporosis in the six months after the fracture. </w:t>
      </w:r>
    </w:p>
    <w:p w14:paraId="308EBAAC" w14:textId="0766D285" w:rsidR="001068B6" w:rsidRPr="001513B4" w:rsidRDefault="006B78CE" w:rsidP="001068B6">
      <w:pPr>
        <w:pStyle w:val="Description"/>
      </w:pPr>
      <w:r>
        <w:tab/>
      </w:r>
      <w:r w:rsidR="001068B6" w:rsidRPr="001513B4">
        <w:t>(</w:t>
      </w:r>
      <w:r w:rsidR="00352685">
        <w:t xml:space="preserve">HEDIS Measurement Year </w:t>
      </w:r>
      <w:r w:rsidR="00C32F56">
        <w:t>2023</w:t>
      </w:r>
      <w:r w:rsidR="001068B6" w:rsidRPr="001513B4">
        <w:t xml:space="preserve">, Volume 2: Technical Specification, Pg. </w:t>
      </w:r>
      <w:r w:rsidR="00352685">
        <w:t>2</w:t>
      </w:r>
      <w:r w:rsidR="00A77743">
        <w:t>32</w:t>
      </w:r>
      <w:r w:rsidR="001068B6" w:rsidRPr="001513B4">
        <w:t>)</w:t>
      </w:r>
    </w:p>
    <w:p w14:paraId="6E9C2F2D" w14:textId="77777777" w:rsidR="001068B6" w:rsidRPr="00110D1A" w:rsidRDefault="009A33BB" w:rsidP="001068B6">
      <w:pPr>
        <w:pStyle w:val="Heading4"/>
        <w:rPr>
          <w:i w:val="0"/>
          <w:color w:val="auto"/>
          <w:sz w:val="20"/>
        </w:rPr>
      </w:pPr>
      <w:r w:rsidRPr="00110D1A">
        <w:rPr>
          <w:i w:val="0"/>
          <w:color w:val="auto"/>
          <w:sz w:val="20"/>
        </w:rPr>
        <w:t>PBH</w:t>
      </w:r>
      <w:r w:rsidR="001068B6" w:rsidRPr="00110D1A">
        <w:rPr>
          <w:i w:val="0"/>
          <w:color w:val="auto"/>
          <w:sz w:val="20"/>
        </w:rPr>
        <w:t xml:space="preserve"> - Persistence of Beta-Blocker Trea</w:t>
      </w:r>
      <w:r w:rsidRPr="00110D1A">
        <w:rPr>
          <w:i w:val="0"/>
          <w:color w:val="auto"/>
          <w:sz w:val="20"/>
        </w:rPr>
        <w:t>tment After a Heart Attack</w:t>
      </w:r>
    </w:p>
    <w:p w14:paraId="78CAB141" w14:textId="3E08BB70" w:rsidR="006B78CE" w:rsidRDefault="001068B6" w:rsidP="001068B6">
      <w:pPr>
        <w:pStyle w:val="Description"/>
      </w:pPr>
      <w:r w:rsidRPr="001513B4">
        <w:tab/>
        <w:t xml:space="preserve">DESCRIPTION - The percentage of members 18 years of age and older during the measurement year who were hospitalized and discharged from July 1 of the year prior to the measurement year to June 30 of the measurement year with a diagnosis of </w:t>
      </w:r>
      <w:r w:rsidR="00850992" w:rsidRPr="00DD7B93">
        <w:t xml:space="preserve">acute myocardial infarction </w:t>
      </w:r>
      <w:r w:rsidR="00850992">
        <w:t>(</w:t>
      </w:r>
      <w:r w:rsidRPr="001513B4">
        <w:t>AMI</w:t>
      </w:r>
      <w:r w:rsidR="00850992">
        <w:t>)</w:t>
      </w:r>
      <w:r w:rsidRPr="001513B4">
        <w:t xml:space="preserve"> and who received persistent beta-blocker treatment for six months after discharge. </w:t>
      </w:r>
    </w:p>
    <w:p w14:paraId="12FEF7A3" w14:textId="222C632D" w:rsidR="001068B6" w:rsidRDefault="006B78CE" w:rsidP="001068B6">
      <w:pPr>
        <w:pStyle w:val="Description"/>
      </w:pPr>
      <w:r>
        <w:tab/>
      </w:r>
      <w:r w:rsidR="001068B6" w:rsidRPr="001513B4">
        <w:t>(</w:t>
      </w:r>
      <w:r w:rsidR="00352685">
        <w:t xml:space="preserve">HEDIS Measurement Year </w:t>
      </w:r>
      <w:r w:rsidR="00C32F56">
        <w:t>2023</w:t>
      </w:r>
      <w:r w:rsidR="001068B6" w:rsidRPr="001513B4">
        <w:t xml:space="preserve">, Volume 2: Technical Specification, Pg. </w:t>
      </w:r>
      <w:r w:rsidR="00352685">
        <w:t>1</w:t>
      </w:r>
      <w:r w:rsidR="00A77743">
        <w:t>61</w:t>
      </w:r>
      <w:r w:rsidR="001068B6" w:rsidRPr="001513B4">
        <w:t>)</w:t>
      </w:r>
    </w:p>
    <w:p w14:paraId="5A6EE6C7" w14:textId="77777777" w:rsidR="009A33BB" w:rsidRPr="00110D1A" w:rsidRDefault="009A33BB" w:rsidP="009A33BB">
      <w:pPr>
        <w:pStyle w:val="Heading4"/>
        <w:rPr>
          <w:i w:val="0"/>
          <w:color w:val="auto"/>
          <w:sz w:val="20"/>
        </w:rPr>
      </w:pPr>
      <w:r w:rsidRPr="00110D1A">
        <w:rPr>
          <w:i w:val="0"/>
          <w:color w:val="auto"/>
          <w:sz w:val="20"/>
        </w:rPr>
        <w:t>PCE - Pharmacotherapy Management of COPD Exacerbation</w:t>
      </w:r>
    </w:p>
    <w:p w14:paraId="6B9853D4" w14:textId="3328A217" w:rsidR="009A33BB" w:rsidRPr="001513B4" w:rsidRDefault="009A33BB" w:rsidP="009A33BB">
      <w:pPr>
        <w:pStyle w:val="Description"/>
      </w:pPr>
      <w:r w:rsidRPr="001513B4">
        <w:tab/>
        <w:t xml:space="preserve">DESCRIPTION - The percentage of COPD exacerbations for members 40 years of age and older who had an acute inpatient discharge or </w:t>
      </w:r>
      <w:r w:rsidR="00486785">
        <w:t>emergency department (</w:t>
      </w:r>
      <w:r w:rsidRPr="001513B4">
        <w:t>ED</w:t>
      </w:r>
      <w:r w:rsidR="00486785">
        <w:t>)</w:t>
      </w:r>
      <w:r w:rsidRPr="001513B4">
        <w:t xml:space="preserve"> visit on or between January 1–November 30 of the measurement year and who were dispensed appropriate medications. Two rates are reported:</w:t>
      </w:r>
    </w:p>
    <w:p w14:paraId="4DD4EFAA" w14:textId="537DE6CB" w:rsidR="009A33BB" w:rsidRPr="001513B4" w:rsidRDefault="00850992" w:rsidP="009A33BB">
      <w:pPr>
        <w:pStyle w:val="Description"/>
      </w:pPr>
      <w:r>
        <w:tab/>
      </w:r>
      <w:r w:rsidRPr="001513B4">
        <w:t xml:space="preserve">• </w:t>
      </w:r>
      <w:r w:rsidR="009A33BB" w:rsidRPr="001513B4">
        <w:t>Dispensed a systemic corticosteroid (or there was evidence of an active prescription) within 14 days of the event.</w:t>
      </w:r>
    </w:p>
    <w:p w14:paraId="7CFB2C23" w14:textId="4E598601" w:rsidR="009A33BB" w:rsidRPr="001513B4" w:rsidRDefault="009A33BB" w:rsidP="009A33BB">
      <w:pPr>
        <w:pStyle w:val="Description"/>
      </w:pPr>
      <w:r w:rsidRPr="001513B4">
        <w:tab/>
      </w:r>
      <w:r w:rsidR="00850992" w:rsidRPr="001513B4">
        <w:t xml:space="preserve">• </w:t>
      </w:r>
      <w:r w:rsidRPr="001513B4">
        <w:t>Dispensed a bronchodilator (or there was evidence of an active prescription) within 30 days of the event.</w:t>
      </w:r>
    </w:p>
    <w:p w14:paraId="4AD943AF" w14:textId="77777777" w:rsidR="009A33BB" w:rsidRPr="001513B4" w:rsidRDefault="009A33BB" w:rsidP="009A33BB">
      <w:pPr>
        <w:pStyle w:val="Description"/>
      </w:pPr>
      <w:r w:rsidRPr="001513B4">
        <w:tab/>
        <w:t>Note: The eligible population for this measure is based on acute inpatient discharges and ED visits, not on members. It is possible for the denominator to include multiple events for the same individual.</w:t>
      </w:r>
    </w:p>
    <w:p w14:paraId="0C066BEA" w14:textId="4C8B65F6" w:rsidR="009A33BB" w:rsidRPr="001513B4" w:rsidRDefault="009A33BB" w:rsidP="009A33BB">
      <w:pPr>
        <w:pStyle w:val="Description"/>
      </w:pPr>
      <w:r w:rsidRPr="001513B4">
        <w:tab/>
        <w:t>(</w:t>
      </w:r>
      <w:r w:rsidR="00352685">
        <w:t xml:space="preserve">HEDIS Measurement Year </w:t>
      </w:r>
      <w:r w:rsidR="00C32F56">
        <w:t>2023</w:t>
      </w:r>
      <w:r w:rsidRPr="001513B4">
        <w:t>, Volume 2: Technical Specification, Pg. 1</w:t>
      </w:r>
      <w:r w:rsidR="00352685">
        <w:t>3</w:t>
      </w:r>
      <w:r w:rsidR="00A77743">
        <w:t>8</w:t>
      </w:r>
      <w:r w:rsidRPr="001513B4">
        <w:t>)</w:t>
      </w:r>
    </w:p>
    <w:p w14:paraId="6D66B397" w14:textId="77777777" w:rsidR="009A33BB" w:rsidRPr="00110D1A" w:rsidRDefault="009A33BB" w:rsidP="009A33BB">
      <w:pPr>
        <w:pStyle w:val="Heading4"/>
        <w:rPr>
          <w:i w:val="0"/>
          <w:color w:val="auto"/>
          <w:sz w:val="20"/>
        </w:rPr>
      </w:pPr>
      <w:r w:rsidRPr="00110D1A">
        <w:rPr>
          <w:i w:val="0"/>
          <w:color w:val="auto"/>
          <w:sz w:val="20"/>
        </w:rPr>
        <w:t>PCR - Plan All-Cause Readmissions</w:t>
      </w:r>
    </w:p>
    <w:p w14:paraId="1804A1EB" w14:textId="77777777" w:rsidR="009A33BB" w:rsidRPr="001513B4" w:rsidRDefault="009A33BB" w:rsidP="009A33BB">
      <w:pPr>
        <w:pStyle w:val="Description"/>
      </w:pPr>
      <w:r w:rsidRPr="001513B4">
        <w:tab/>
        <w:t xml:space="preserve">DESCRIPTION - For members 18 years of age and older, the number of acute </w:t>
      </w:r>
      <w:proofErr w:type="gramStart"/>
      <w:r w:rsidRPr="001513B4">
        <w:t>inpatient</w:t>
      </w:r>
      <w:proofErr w:type="gramEnd"/>
      <w:r w:rsidRPr="001513B4">
        <w:t xml:space="preserve"> stays during the measurement year that were followed by an unplanned acute readmission for any diagnosis within 30 days and the predicted probability of an acute readmission. Data are reported in the following categories:</w:t>
      </w:r>
    </w:p>
    <w:p w14:paraId="04C463CE" w14:textId="1CEAFB16" w:rsidR="009A33BB" w:rsidRPr="001513B4" w:rsidRDefault="00486785" w:rsidP="009A33BB">
      <w:pPr>
        <w:pStyle w:val="Description"/>
      </w:pPr>
      <w:r>
        <w:tab/>
      </w:r>
      <w:r w:rsidRPr="001513B4">
        <w:t xml:space="preserve">• </w:t>
      </w:r>
      <w:r>
        <w:t>Count of Index Hospital Stays (</w:t>
      </w:r>
      <w:r w:rsidR="009A33BB" w:rsidRPr="001513B4">
        <w:t>I</w:t>
      </w:r>
      <w:r>
        <w:t>H</w:t>
      </w:r>
      <w:r w:rsidR="009A33BB" w:rsidRPr="001513B4">
        <w:t>S) (denominator).</w:t>
      </w:r>
    </w:p>
    <w:p w14:paraId="7D35887C" w14:textId="7DF5EFB4" w:rsidR="009A33BB" w:rsidRPr="001513B4" w:rsidRDefault="00486785" w:rsidP="009A33BB">
      <w:pPr>
        <w:pStyle w:val="Description"/>
      </w:pPr>
      <w:r>
        <w:tab/>
      </w:r>
      <w:r w:rsidRPr="001513B4">
        <w:t xml:space="preserve">• </w:t>
      </w:r>
      <w:r w:rsidR="009A33BB" w:rsidRPr="001513B4">
        <w:t>Count of 30-Day Readmissions (numerator).</w:t>
      </w:r>
    </w:p>
    <w:p w14:paraId="09C1F529" w14:textId="62E0212C" w:rsidR="009A33BB" w:rsidRPr="001513B4" w:rsidRDefault="009A33BB" w:rsidP="009A33BB">
      <w:pPr>
        <w:pStyle w:val="Description"/>
      </w:pPr>
      <w:r w:rsidRPr="001513B4">
        <w:tab/>
      </w:r>
      <w:r w:rsidR="00486785" w:rsidRPr="001513B4">
        <w:t xml:space="preserve">• </w:t>
      </w:r>
      <w:r w:rsidRPr="001513B4">
        <w:t>Expected Readmissions Rate.</w:t>
      </w:r>
    </w:p>
    <w:p w14:paraId="70E6DFF6" w14:textId="464CCECC" w:rsidR="009A33BB" w:rsidRPr="001513B4" w:rsidRDefault="009A33BB" w:rsidP="001068B6">
      <w:pPr>
        <w:pStyle w:val="Description"/>
      </w:pPr>
      <w:r w:rsidRPr="001513B4">
        <w:tab/>
        <w:t>(</w:t>
      </w:r>
      <w:r w:rsidR="00352685">
        <w:t xml:space="preserve">HEDIS Measurement Year </w:t>
      </w:r>
      <w:r w:rsidR="00C32F56">
        <w:t>2023</w:t>
      </w:r>
      <w:r w:rsidRPr="001513B4">
        <w:t>, Volume 2</w:t>
      </w:r>
      <w:r w:rsidR="006B78CE">
        <w:t xml:space="preserve">: Technical Specification, Pg. </w:t>
      </w:r>
      <w:r w:rsidR="00A77743">
        <w:t>498</w:t>
      </w:r>
      <w:r w:rsidRPr="001513B4">
        <w:t>)</w:t>
      </w:r>
    </w:p>
    <w:p w14:paraId="642AD7CD" w14:textId="77777777" w:rsidR="001068B6" w:rsidRPr="00110D1A" w:rsidRDefault="009A33BB" w:rsidP="001068B6">
      <w:pPr>
        <w:pStyle w:val="Heading4"/>
        <w:rPr>
          <w:i w:val="0"/>
          <w:color w:val="auto"/>
          <w:sz w:val="20"/>
        </w:rPr>
      </w:pPr>
      <w:r w:rsidRPr="00110D1A">
        <w:rPr>
          <w:i w:val="0"/>
          <w:color w:val="auto"/>
          <w:sz w:val="20"/>
        </w:rPr>
        <w:t>SPR</w:t>
      </w:r>
      <w:r w:rsidR="001068B6" w:rsidRPr="00110D1A">
        <w:rPr>
          <w:i w:val="0"/>
          <w:color w:val="auto"/>
          <w:sz w:val="20"/>
        </w:rPr>
        <w:t xml:space="preserve"> - Use of Spirometry Testing in the Assess</w:t>
      </w:r>
      <w:r w:rsidRPr="00110D1A">
        <w:rPr>
          <w:i w:val="0"/>
          <w:color w:val="auto"/>
          <w:sz w:val="20"/>
        </w:rPr>
        <w:t>ment and Diagnosis of COPD</w:t>
      </w:r>
    </w:p>
    <w:p w14:paraId="5AA5C1FE" w14:textId="77777777" w:rsidR="006B78CE" w:rsidRDefault="001068B6" w:rsidP="001068B6">
      <w:pPr>
        <w:pStyle w:val="Description"/>
      </w:pPr>
      <w:r w:rsidRPr="001513B4">
        <w:tab/>
        <w:t xml:space="preserve">DESCRIPTION - The percentage of members 40 years of age and older with a new diagnosis of COPD or newly active COPD, who received appropriate spirometry testing to confirm the diagnosis. </w:t>
      </w:r>
    </w:p>
    <w:p w14:paraId="2410040B" w14:textId="019C3737" w:rsidR="001068B6" w:rsidRDefault="006B78CE" w:rsidP="001068B6">
      <w:pPr>
        <w:pStyle w:val="Description"/>
      </w:pPr>
      <w:r>
        <w:tab/>
      </w:r>
      <w:r w:rsidR="001068B6" w:rsidRPr="001513B4">
        <w:t>(</w:t>
      </w:r>
      <w:r w:rsidR="00352685">
        <w:t xml:space="preserve">HEDIS Measurement Year </w:t>
      </w:r>
      <w:r w:rsidR="00C32F56">
        <w:t>2023</w:t>
      </w:r>
      <w:r w:rsidR="001068B6" w:rsidRPr="001513B4">
        <w:t>, Volume 2: Technical Specification, Pg. 1</w:t>
      </w:r>
      <w:r w:rsidR="00352685">
        <w:t>3</w:t>
      </w:r>
      <w:r w:rsidR="00A77743">
        <w:t>3</w:t>
      </w:r>
      <w:r w:rsidR="001068B6" w:rsidRPr="001513B4">
        <w:t>)</w:t>
      </w:r>
    </w:p>
    <w:p w14:paraId="1577DA83" w14:textId="77777777" w:rsidR="00C923A2" w:rsidRPr="00DD7B93" w:rsidRDefault="00C923A2" w:rsidP="00C923A2">
      <w:pPr>
        <w:pStyle w:val="Heading4"/>
        <w:rPr>
          <w:i w:val="0"/>
          <w:color w:val="auto"/>
          <w:sz w:val="20"/>
          <w:szCs w:val="20"/>
        </w:rPr>
      </w:pPr>
      <w:r w:rsidRPr="00DD7B93">
        <w:rPr>
          <w:i w:val="0"/>
          <w:color w:val="auto"/>
          <w:sz w:val="20"/>
          <w:szCs w:val="20"/>
        </w:rPr>
        <w:t>TRC - Transitions of Care</w:t>
      </w:r>
    </w:p>
    <w:p w14:paraId="32069621" w14:textId="62DD95E7" w:rsidR="00C923A2" w:rsidRPr="00DD7B93" w:rsidRDefault="00C923A2" w:rsidP="00C923A2">
      <w:pPr>
        <w:pStyle w:val="Description"/>
      </w:pPr>
      <w:r w:rsidRPr="00DD7B93">
        <w:tab/>
      </w:r>
      <w:r w:rsidR="00486785" w:rsidRPr="001513B4">
        <w:t xml:space="preserve">DESCRIPTION - </w:t>
      </w:r>
      <w:r w:rsidRPr="00DD7B93">
        <w:t>The percentage of discharges for members 18 years of age and older who had each of the following during the measurement year. Four rates are reported:</w:t>
      </w:r>
    </w:p>
    <w:p w14:paraId="41BA2EDA" w14:textId="77777777" w:rsidR="00C923A2" w:rsidRPr="00DD7B93" w:rsidRDefault="00C923A2" w:rsidP="00C923A2">
      <w:pPr>
        <w:pStyle w:val="Description"/>
      </w:pPr>
      <w:r w:rsidRPr="00DD7B93">
        <w:tab/>
        <w:t>• Notification of Inpatient Admission. Documentation of receipt of notification of inpatient admission on the day of admission or the following day.</w:t>
      </w:r>
    </w:p>
    <w:p w14:paraId="1EA44A3F" w14:textId="77777777" w:rsidR="00C923A2" w:rsidRPr="00DD7B93" w:rsidRDefault="00C923A2" w:rsidP="00C923A2">
      <w:pPr>
        <w:pStyle w:val="Description"/>
      </w:pPr>
      <w:r w:rsidRPr="00DD7B93">
        <w:tab/>
        <w:t>• Receipt of Discharge Information. Documentation of receipt of discharge information on the day of discharge or the following day.</w:t>
      </w:r>
    </w:p>
    <w:p w14:paraId="1FC11FB1" w14:textId="77777777" w:rsidR="00C923A2" w:rsidRPr="00DD7B93" w:rsidRDefault="00C923A2" w:rsidP="00C923A2">
      <w:pPr>
        <w:pStyle w:val="Description"/>
      </w:pPr>
      <w:r w:rsidRPr="00DD7B93">
        <w:tab/>
        <w:t>• Patient Engagement After Inpatient Discharge. Documentation of patient engagement (e.g., office visits, visits to the home, telehealth) provided within 30 days after discharge.</w:t>
      </w:r>
    </w:p>
    <w:p w14:paraId="4EE983BF" w14:textId="77777777" w:rsidR="00C923A2" w:rsidRPr="00DD7B93" w:rsidRDefault="00C923A2" w:rsidP="00C923A2">
      <w:pPr>
        <w:pStyle w:val="Description"/>
      </w:pPr>
      <w:r w:rsidRPr="00DD7B93">
        <w:tab/>
        <w:t>• Medication Reconciliation Post-Discharge. Documentation of medication reconciliation on the date of discharge through 30 days after discharge (31 total days).</w:t>
      </w:r>
    </w:p>
    <w:p w14:paraId="6F7003EF" w14:textId="2C3B5A30" w:rsidR="00C923A2" w:rsidRPr="00DD7B93" w:rsidRDefault="00C923A2" w:rsidP="00C923A2">
      <w:pPr>
        <w:pStyle w:val="Description"/>
      </w:pPr>
      <w:r w:rsidRPr="00DD7B93">
        <w:tab/>
        <w:t>(</w:t>
      </w:r>
      <w:r w:rsidR="00352685">
        <w:t xml:space="preserve">HEDIS Measurement Year </w:t>
      </w:r>
      <w:r w:rsidR="00C32F56">
        <w:t>2023</w:t>
      </w:r>
      <w:r w:rsidRPr="00DD7B93">
        <w:t xml:space="preserve">, Volume 2: Technical Specification, Pg. </w:t>
      </w:r>
      <w:r w:rsidR="00352685">
        <w:t>3</w:t>
      </w:r>
      <w:r w:rsidR="00A77743">
        <w:t>30</w:t>
      </w:r>
      <w:r w:rsidRPr="00DD7B93">
        <w:t>)</w:t>
      </w:r>
      <w:r w:rsidRPr="00DD7B93">
        <w:tab/>
      </w:r>
    </w:p>
    <w:p w14:paraId="3753E7F4" w14:textId="77777777" w:rsidR="00C923A2" w:rsidRPr="001513B4" w:rsidRDefault="00C923A2" w:rsidP="001068B6">
      <w:pPr>
        <w:pStyle w:val="Description"/>
      </w:pPr>
    </w:p>
    <w:p w14:paraId="28F6467F" w14:textId="77777777" w:rsidR="00E86029" w:rsidRPr="001513B4" w:rsidRDefault="00E86029" w:rsidP="001068B6">
      <w:pPr>
        <w:pStyle w:val="MeasureList"/>
      </w:pPr>
    </w:p>
    <w:p w14:paraId="0AFB3B39" w14:textId="77777777" w:rsidR="001E4778" w:rsidRPr="001513B4" w:rsidRDefault="001E4778" w:rsidP="001E4778">
      <w:pPr>
        <w:pStyle w:val="Description"/>
        <w:sectPr w:rsidR="001E4778" w:rsidRPr="001513B4" w:rsidSect="003E7660">
          <w:headerReference w:type="default" r:id="rId10"/>
          <w:pgSz w:w="12240" w:h="15840" w:code="1"/>
          <w:pgMar w:top="360" w:right="720" w:bottom="720" w:left="720" w:header="360" w:footer="360" w:gutter="0"/>
          <w:cols w:space="720"/>
          <w:docGrid w:linePitch="360"/>
        </w:sectPr>
      </w:pPr>
    </w:p>
    <w:p w14:paraId="631BBF50" w14:textId="77777777" w:rsidR="001E4778" w:rsidRPr="001513B4" w:rsidRDefault="001E4778" w:rsidP="001E4778">
      <w:pPr>
        <w:pStyle w:val="Description"/>
        <w:rPr>
          <w:rFonts w:eastAsia="Batang"/>
          <w:b/>
          <w:bCs/>
          <w:sz w:val="22"/>
          <w:lang w:eastAsia="ko-KR"/>
        </w:rPr>
      </w:pPr>
      <w:r w:rsidRPr="001513B4">
        <w:rPr>
          <w:rFonts w:eastAsia="Batang"/>
          <w:b/>
          <w:bCs/>
          <w:sz w:val="22"/>
          <w:lang w:eastAsia="ko-KR"/>
        </w:rPr>
        <w:lastRenderedPageBreak/>
        <w:t>Appendix A: Formulas for calculating results for specific HEDIS Measures</w:t>
      </w:r>
    </w:p>
    <w:p w14:paraId="3A875673" w14:textId="6A3DED6E" w:rsidR="001E4778" w:rsidRPr="001513B4" w:rsidRDefault="001E4778" w:rsidP="001E4778">
      <w:pPr>
        <w:pStyle w:val="Description"/>
        <w:tabs>
          <w:tab w:val="clear" w:pos="300"/>
        </w:tabs>
        <w:ind w:left="0" w:firstLine="0"/>
        <w:rPr>
          <w:sz w:val="22"/>
          <w:szCs w:val="22"/>
        </w:rPr>
      </w:pPr>
      <w:r w:rsidRPr="001513B4">
        <w:rPr>
          <w:sz w:val="22"/>
          <w:szCs w:val="22"/>
        </w:rPr>
        <w:t>The pages that follow contain formulas necessary for calculating the final rate for individual contracts in the HEDIS Plan All-Cause Readmissions measure</w:t>
      </w:r>
      <w:r w:rsidR="007653B2">
        <w:rPr>
          <w:sz w:val="22"/>
          <w:szCs w:val="22"/>
        </w:rPr>
        <w:t>.</w:t>
      </w:r>
    </w:p>
    <w:p w14:paraId="750C5350" w14:textId="7C59CB1E" w:rsidR="001E4778" w:rsidRPr="001513B4" w:rsidRDefault="007653B2" w:rsidP="001E4778">
      <w:pPr>
        <w:pStyle w:val="Description"/>
        <w:numPr>
          <w:ilvl w:val="0"/>
          <w:numId w:val="1"/>
        </w:numPr>
        <w:tabs>
          <w:tab w:val="clear" w:pos="300"/>
        </w:tabs>
        <w:rPr>
          <w:sz w:val="22"/>
          <w:szCs w:val="22"/>
        </w:rPr>
      </w:pPr>
      <w:r>
        <w:rPr>
          <w:sz w:val="22"/>
          <w:szCs w:val="22"/>
        </w:rPr>
        <w:t>T</w:t>
      </w:r>
      <w:r w:rsidR="001E4778" w:rsidRPr="001513B4">
        <w:rPr>
          <w:sz w:val="22"/>
          <w:szCs w:val="22"/>
        </w:rPr>
        <w:t>here are separate formulas for:</w:t>
      </w:r>
    </w:p>
    <w:p w14:paraId="16063285" w14:textId="2DBD51C9" w:rsidR="001E4778" w:rsidRPr="001513B4" w:rsidRDefault="007653B2" w:rsidP="001E4778">
      <w:pPr>
        <w:pStyle w:val="Description"/>
        <w:numPr>
          <w:ilvl w:val="1"/>
          <w:numId w:val="1"/>
        </w:numPr>
        <w:tabs>
          <w:tab w:val="clear" w:pos="300"/>
        </w:tabs>
        <w:rPr>
          <w:sz w:val="22"/>
          <w:szCs w:val="22"/>
        </w:rPr>
      </w:pPr>
      <w:r>
        <w:rPr>
          <w:sz w:val="22"/>
          <w:szCs w:val="22"/>
        </w:rPr>
        <w:t>Ages 18-64</w:t>
      </w:r>
    </w:p>
    <w:p w14:paraId="06CCCCB2" w14:textId="30FE283C" w:rsidR="001E4778" w:rsidRPr="001513B4" w:rsidRDefault="007653B2" w:rsidP="001E4778">
      <w:pPr>
        <w:pStyle w:val="Description"/>
        <w:numPr>
          <w:ilvl w:val="1"/>
          <w:numId w:val="1"/>
        </w:numPr>
        <w:tabs>
          <w:tab w:val="clear" w:pos="300"/>
        </w:tabs>
        <w:rPr>
          <w:sz w:val="22"/>
          <w:szCs w:val="22"/>
        </w:rPr>
      </w:pPr>
      <w:r>
        <w:rPr>
          <w:sz w:val="22"/>
          <w:szCs w:val="22"/>
        </w:rPr>
        <w:t>Ages 65+</w:t>
      </w:r>
    </w:p>
    <w:p w14:paraId="3DFA3327" w14:textId="77777777" w:rsidR="00C900B4" w:rsidRPr="003945D4" w:rsidRDefault="001E4778" w:rsidP="00C900B4">
      <w:pPr>
        <w:pStyle w:val="AttachmentTitle"/>
        <w:spacing w:after="120"/>
      </w:pPr>
      <w:bookmarkStart w:id="1" w:name="_Toc442273951"/>
      <w:r w:rsidRPr="001513B4">
        <w:br w:type="page"/>
      </w:r>
      <w:r w:rsidR="00C900B4">
        <w:lastRenderedPageBreak/>
        <w:t>C</w:t>
      </w:r>
      <w:r w:rsidR="00C900B4" w:rsidRPr="002B0180">
        <w:t xml:space="preserve">alculating </w:t>
      </w:r>
      <w:r w:rsidR="00C900B4">
        <w:t>M</w:t>
      </w:r>
      <w:r w:rsidR="00C900B4" w:rsidRPr="002B0180">
        <w:t xml:space="preserve">easure </w:t>
      </w:r>
      <w:r w:rsidR="00C900B4">
        <w:t>2023 PCR</w:t>
      </w:r>
      <w:r w:rsidR="00C900B4" w:rsidRPr="002B0180">
        <w:t>: Plan All-Cause Readmissions</w:t>
      </w:r>
      <w:r w:rsidR="00C900B4">
        <w:t xml:space="preserve"> (18-64)</w:t>
      </w:r>
    </w:p>
    <w:p w14:paraId="42893AA8" w14:textId="77777777" w:rsidR="00C900B4" w:rsidRDefault="00C900B4" w:rsidP="00C900B4">
      <w:bookmarkStart w:id="2" w:name="_Hlk34601986"/>
      <w:r w:rsidRPr="00CF20FE">
        <w:t xml:space="preserve">All data </w:t>
      </w:r>
      <w:r>
        <w:t>is available in</w:t>
      </w:r>
      <w:r w:rsidRPr="00CF20FE">
        <w:t xml:space="preserve"> the </w:t>
      </w:r>
      <w:r>
        <w:t xml:space="preserve">CMS 2023 </w:t>
      </w:r>
      <w:r w:rsidRPr="00CF20FE">
        <w:t>HEDIS</w:t>
      </w:r>
      <w:r>
        <w:t>®</w:t>
      </w:r>
      <w:r w:rsidRPr="00CF20FE">
        <w:t xml:space="preserve"> </w:t>
      </w:r>
      <w:r>
        <w:t>Public Use File (PUF)</w:t>
      </w:r>
      <w:r>
        <w:rPr>
          <w:rStyle w:val="FootnoteReference"/>
          <w:rFonts w:cs="Arial"/>
        </w:rPr>
        <w:footnoteReference w:id="1"/>
      </w:r>
      <w:r>
        <w:t xml:space="preserve"> and can be looked up by </w:t>
      </w:r>
      <w:proofErr w:type="spellStart"/>
      <w:r>
        <w:t>IndicatorKey</w:t>
      </w:r>
      <w:proofErr w:type="spellEnd"/>
      <w:r>
        <w:t xml:space="preserve"> (row) and Variable name (column).</w:t>
      </w:r>
    </w:p>
    <w:p w14:paraId="259C108E" w14:textId="6E6A7683" w:rsidR="00C900B4" w:rsidRDefault="00C900B4" w:rsidP="00C900B4">
      <w:r>
        <w:t xml:space="preserve">The calculations below use the Denominator, </w:t>
      </w:r>
      <w:proofErr w:type="spellStart"/>
      <w:r>
        <w:t>ObservedCount</w:t>
      </w:r>
      <w:proofErr w:type="spellEnd"/>
      <w:r>
        <w:t xml:space="preserve"> and </w:t>
      </w:r>
      <w:proofErr w:type="spellStart"/>
      <w:r>
        <w:t>ExpectedCount</w:t>
      </w:r>
      <w:proofErr w:type="spellEnd"/>
      <w:r>
        <w:t xml:space="preserve"> values from the PCR (18-64) indicator (</w:t>
      </w:r>
      <w:proofErr w:type="spellStart"/>
      <w:r>
        <w:t>IndicatorKey</w:t>
      </w:r>
      <w:proofErr w:type="spellEnd"/>
      <w:r>
        <w:t xml:space="preserve"> = </w:t>
      </w:r>
      <w:r w:rsidR="00C32F56">
        <w:t>2020</w:t>
      </w:r>
      <w:r w:rsidRPr="003A1FEE">
        <w:t>25_20</w:t>
      </w:r>
      <w:r>
        <w:t>).</w:t>
      </w:r>
    </w:p>
    <w:p w14:paraId="6F33E309" w14:textId="77777777" w:rsidR="00C900B4" w:rsidRDefault="00C900B4" w:rsidP="00C900B4">
      <w:r>
        <w:t>For each contract, calculate the (18-64) Observed-over-Expected Ratio (OE):</w:t>
      </w:r>
    </w:p>
    <w:p w14:paraId="3499CD1A" w14:textId="77777777" w:rsidR="00C900B4" w:rsidRDefault="00C900B4" w:rsidP="00C900B4">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0B5E299A" w14:textId="77777777" w:rsidR="00C900B4" w:rsidRDefault="00C900B4" w:rsidP="00C900B4">
      <w:r>
        <w:t>Calculate the national average of the (18-64) Observed Rate:</w:t>
      </w:r>
    </w:p>
    <w:p w14:paraId="366EB38A" w14:textId="77777777" w:rsidR="00C900B4" w:rsidRDefault="00C900B4" w:rsidP="00C900B4">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m:r>
                          <m:rPr>
                            <m:nor/>
                          </m:rPr>
                          <m:t>Denominator</m:t>
                        </m:r>
                      </m:e>
                      <m:sub>
                        <m:r>
                          <m:rPr>
                            <m:nor/>
                          </m:rPr>
                          <m:t>n</m:t>
                        </m:r>
                      </m:sub>
                    </m:sSub>
                  </m:den>
                </m:f>
              </m:e>
            </m:d>
          </m:e>
        </m:d>
      </m:oMath>
    </w:p>
    <w:p w14:paraId="4FEA909F" w14:textId="77777777" w:rsidR="00C900B4" w:rsidRPr="001F52D8" w:rsidRDefault="00C900B4" w:rsidP="00C900B4">
      <w:r>
        <w:t>W</w:t>
      </w:r>
      <w:r w:rsidRPr="00301E67">
        <w:t xml:space="preserve">here 1 through n are all </w:t>
      </w:r>
      <w:r w:rsidRPr="00D208DD">
        <w:t xml:space="preserve">contracts with </w:t>
      </w:r>
      <w:r>
        <w:t xml:space="preserve">a (18-64) </w:t>
      </w:r>
      <w:r w:rsidRPr="00D208DD">
        <w:t xml:space="preserve">Denominator </w:t>
      </w:r>
      <w:r>
        <w:t>larger than or equal to</w:t>
      </w:r>
      <w:r w:rsidRPr="00D208DD">
        <w:t xml:space="preserve"> 150</w:t>
      </w:r>
      <w:r>
        <w:t>, and a (18-64) OE larger than or equal to 0.2 and less than or equal to 5.0.</w:t>
      </w:r>
    </w:p>
    <w:p w14:paraId="74BAF548" w14:textId="77777777" w:rsidR="00C900B4" w:rsidRDefault="00C900B4" w:rsidP="00C900B4">
      <w:pPr>
        <w:rPr>
          <w:szCs w:val="20"/>
        </w:rPr>
      </w:pPr>
      <w:r>
        <w:rPr>
          <w:szCs w:val="20"/>
        </w:rPr>
        <w:t>For each contract, calculate the Final Rate and convert to percentages:</w:t>
      </w:r>
    </w:p>
    <w:p w14:paraId="4360BCF9" w14:textId="77777777" w:rsidR="00C900B4" w:rsidRDefault="00C900B4" w:rsidP="00C900B4">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 </m:t>
        </m:r>
      </m:oMath>
    </w:p>
    <w:p w14:paraId="713E72FF" w14:textId="77777777" w:rsidR="00C900B4" w:rsidRDefault="00C900B4" w:rsidP="00C900B4">
      <w:pPr>
        <w:pStyle w:val="Normal-Formula"/>
        <w:spacing w:before="120" w:after="120"/>
      </w:pPr>
      <w:r>
        <w:t>And round to the nearest integer.</w:t>
      </w:r>
    </w:p>
    <w:p w14:paraId="03CE98FA" w14:textId="77777777" w:rsidR="00C900B4" w:rsidRDefault="00C900B4" w:rsidP="00C900B4">
      <w:pPr>
        <w:rPr>
          <w:rFonts w:ascii="Cambria Math" w:hAnsi="Cambria Math"/>
          <w:sz w:val="28"/>
          <w:szCs w:val="24"/>
        </w:rPr>
      </w:pPr>
    </w:p>
    <w:p w14:paraId="27CF5782" w14:textId="77777777" w:rsidR="00C900B4" w:rsidRDefault="00C900B4" w:rsidP="00C900B4">
      <w:pPr>
        <w:rPr>
          <w:rFonts w:ascii="Cambria Math" w:hAnsi="Cambria Math"/>
          <w:sz w:val="28"/>
          <w:szCs w:val="24"/>
        </w:rPr>
      </w:pPr>
    </w:p>
    <w:bookmarkEnd w:id="2"/>
    <w:p w14:paraId="585CE1E7" w14:textId="77777777" w:rsidR="00C900B4" w:rsidRPr="00C44E1D" w:rsidRDefault="00C900B4" w:rsidP="00C900B4">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C900B4" w:rsidRPr="00C44E1D" w14:paraId="36776CB7" w14:textId="77777777" w:rsidTr="00B366FC">
        <w:tc>
          <w:tcPr>
            <w:tcW w:w="0" w:type="auto"/>
            <w:shd w:val="clear" w:color="000000" w:fill="BFBFBF"/>
            <w:vAlign w:val="center"/>
            <w:hideMark/>
          </w:tcPr>
          <w:p w14:paraId="7E534649" w14:textId="77777777" w:rsidR="00C900B4" w:rsidRPr="00C44E1D" w:rsidRDefault="00C900B4" w:rsidP="00B366FC">
            <w:pPr>
              <w:spacing w:after="0"/>
              <w:jc w:val="center"/>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Contract</w:t>
            </w:r>
          </w:p>
        </w:tc>
        <w:tc>
          <w:tcPr>
            <w:tcW w:w="0" w:type="auto"/>
            <w:shd w:val="clear" w:color="000000" w:fill="BFBFBF"/>
            <w:noWrap/>
            <w:vAlign w:val="center"/>
            <w:hideMark/>
          </w:tcPr>
          <w:p w14:paraId="5BBC69E3" w14:textId="77777777" w:rsidR="00C900B4" w:rsidRPr="00C44E1D" w:rsidRDefault="00C900B4" w:rsidP="00B366FC">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IndicatorKey</w:t>
            </w:r>
            <w:proofErr w:type="spellEnd"/>
          </w:p>
        </w:tc>
        <w:tc>
          <w:tcPr>
            <w:tcW w:w="0" w:type="auto"/>
            <w:shd w:val="clear" w:color="000000" w:fill="BFBFBF"/>
            <w:vAlign w:val="center"/>
            <w:hideMark/>
          </w:tcPr>
          <w:p w14:paraId="6636FD9B" w14:textId="77777777" w:rsidR="00C900B4" w:rsidRPr="00C44E1D" w:rsidRDefault="00C900B4" w:rsidP="00B366FC">
            <w:pPr>
              <w:spacing w:after="0"/>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 xml:space="preserve">Denominator </w:t>
            </w:r>
          </w:p>
        </w:tc>
        <w:tc>
          <w:tcPr>
            <w:tcW w:w="0" w:type="auto"/>
            <w:shd w:val="clear" w:color="000000" w:fill="BFBFBF"/>
            <w:vAlign w:val="center"/>
            <w:hideMark/>
          </w:tcPr>
          <w:p w14:paraId="66AC22D6" w14:textId="77777777" w:rsidR="00C900B4" w:rsidRPr="00C44E1D" w:rsidRDefault="00C900B4" w:rsidP="00B366FC">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ObservedCount</w:t>
            </w:r>
            <w:proofErr w:type="spellEnd"/>
          </w:p>
        </w:tc>
        <w:tc>
          <w:tcPr>
            <w:tcW w:w="0" w:type="auto"/>
            <w:shd w:val="clear" w:color="000000" w:fill="BFBFBF"/>
            <w:vAlign w:val="center"/>
            <w:hideMark/>
          </w:tcPr>
          <w:p w14:paraId="74C14B6C" w14:textId="77777777" w:rsidR="00C900B4" w:rsidRPr="00C44E1D" w:rsidRDefault="00C900B4" w:rsidP="00B366FC">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ExpectedCount</w:t>
            </w:r>
            <w:proofErr w:type="spellEnd"/>
          </w:p>
        </w:tc>
      </w:tr>
      <w:tr w:rsidR="00C900B4" w:rsidRPr="00C44E1D" w14:paraId="06D0F786" w14:textId="77777777" w:rsidTr="00B366FC">
        <w:tc>
          <w:tcPr>
            <w:tcW w:w="0" w:type="auto"/>
            <w:shd w:val="clear" w:color="auto" w:fill="auto"/>
            <w:vAlign w:val="center"/>
          </w:tcPr>
          <w:p w14:paraId="1E927356"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1</w:t>
            </w:r>
          </w:p>
        </w:tc>
        <w:tc>
          <w:tcPr>
            <w:tcW w:w="0" w:type="auto"/>
            <w:shd w:val="clear" w:color="auto" w:fill="auto"/>
            <w:noWrap/>
            <w:vAlign w:val="center"/>
          </w:tcPr>
          <w:p w14:paraId="735F6F53" w14:textId="75916AA8" w:rsidR="00C900B4" w:rsidRPr="001A7EF3" w:rsidRDefault="00C32F56" w:rsidP="00B366FC">
            <w:pPr>
              <w:spacing w:after="0"/>
              <w:jc w:val="right"/>
              <w:rPr>
                <w:rFonts w:ascii="Arial Narrow" w:hAnsi="Arial Narrow" w:cs="Times New Roman"/>
                <w:color w:val="000000"/>
                <w:sz w:val="20"/>
                <w:szCs w:val="20"/>
              </w:rPr>
            </w:pPr>
            <w:r>
              <w:rPr>
                <w:rFonts w:ascii="Arial Narrow" w:hAnsi="Arial Narrow"/>
                <w:sz w:val="20"/>
                <w:szCs w:val="20"/>
              </w:rPr>
              <w:t>2021</w:t>
            </w:r>
            <w:r w:rsidR="00C900B4" w:rsidRPr="001A7EF3">
              <w:rPr>
                <w:rFonts w:ascii="Arial Narrow" w:hAnsi="Arial Narrow"/>
                <w:sz w:val="20"/>
                <w:szCs w:val="20"/>
              </w:rPr>
              <w:t>25_20</w:t>
            </w:r>
          </w:p>
        </w:tc>
        <w:tc>
          <w:tcPr>
            <w:tcW w:w="0" w:type="auto"/>
            <w:shd w:val="clear" w:color="auto" w:fill="auto"/>
            <w:noWrap/>
            <w:vAlign w:val="center"/>
          </w:tcPr>
          <w:p w14:paraId="2F3EAF20"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12D12EBA"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7DFA4FB6"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642</w:t>
            </w:r>
          </w:p>
        </w:tc>
      </w:tr>
      <w:tr w:rsidR="00C900B4" w:rsidRPr="00C44E1D" w14:paraId="3EDC4074" w14:textId="77777777" w:rsidTr="00B366FC">
        <w:tc>
          <w:tcPr>
            <w:tcW w:w="0" w:type="auto"/>
            <w:shd w:val="clear" w:color="auto" w:fill="auto"/>
            <w:vAlign w:val="center"/>
          </w:tcPr>
          <w:p w14:paraId="19B493A4"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2</w:t>
            </w:r>
          </w:p>
        </w:tc>
        <w:tc>
          <w:tcPr>
            <w:tcW w:w="0" w:type="auto"/>
            <w:shd w:val="clear" w:color="auto" w:fill="auto"/>
            <w:noWrap/>
            <w:vAlign w:val="center"/>
          </w:tcPr>
          <w:p w14:paraId="3F90CAC0" w14:textId="60B34DCD" w:rsidR="00C900B4" w:rsidRPr="001A7EF3" w:rsidRDefault="00C32F56" w:rsidP="00B366FC">
            <w:pPr>
              <w:spacing w:after="0"/>
              <w:jc w:val="right"/>
              <w:rPr>
                <w:rFonts w:ascii="Arial Narrow" w:hAnsi="Arial Narrow" w:cs="Times New Roman"/>
                <w:color w:val="000000"/>
                <w:sz w:val="20"/>
                <w:szCs w:val="20"/>
              </w:rPr>
            </w:pPr>
            <w:r>
              <w:rPr>
                <w:rFonts w:ascii="Arial Narrow" w:hAnsi="Arial Narrow"/>
                <w:sz w:val="20"/>
                <w:szCs w:val="20"/>
              </w:rPr>
              <w:t>2021</w:t>
            </w:r>
            <w:r w:rsidR="00C900B4" w:rsidRPr="001A7EF3">
              <w:rPr>
                <w:rFonts w:ascii="Arial Narrow" w:hAnsi="Arial Narrow"/>
                <w:sz w:val="20"/>
                <w:szCs w:val="20"/>
              </w:rPr>
              <w:t>25_20</w:t>
            </w:r>
          </w:p>
        </w:tc>
        <w:tc>
          <w:tcPr>
            <w:tcW w:w="0" w:type="auto"/>
            <w:shd w:val="clear" w:color="auto" w:fill="auto"/>
            <w:noWrap/>
            <w:vAlign w:val="center"/>
          </w:tcPr>
          <w:p w14:paraId="30BF0F3A"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2CB7F7FE"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28B18F89"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668</w:t>
            </w:r>
          </w:p>
        </w:tc>
      </w:tr>
      <w:tr w:rsidR="00C900B4" w:rsidRPr="00C44E1D" w14:paraId="445421EE" w14:textId="77777777" w:rsidTr="00B366FC">
        <w:tc>
          <w:tcPr>
            <w:tcW w:w="0" w:type="auto"/>
            <w:shd w:val="clear" w:color="auto" w:fill="auto"/>
            <w:vAlign w:val="center"/>
          </w:tcPr>
          <w:p w14:paraId="22A17922"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3</w:t>
            </w:r>
          </w:p>
        </w:tc>
        <w:tc>
          <w:tcPr>
            <w:tcW w:w="0" w:type="auto"/>
            <w:shd w:val="clear" w:color="auto" w:fill="auto"/>
            <w:noWrap/>
            <w:vAlign w:val="center"/>
          </w:tcPr>
          <w:p w14:paraId="27B0E2C6" w14:textId="363E33ED" w:rsidR="00C900B4" w:rsidRPr="001A7EF3" w:rsidRDefault="00C32F56" w:rsidP="00B366FC">
            <w:pPr>
              <w:spacing w:after="0"/>
              <w:jc w:val="right"/>
              <w:rPr>
                <w:rFonts w:ascii="Arial Narrow" w:hAnsi="Arial Narrow" w:cs="Times New Roman"/>
                <w:color w:val="000000"/>
                <w:sz w:val="20"/>
                <w:szCs w:val="20"/>
              </w:rPr>
            </w:pPr>
            <w:r>
              <w:rPr>
                <w:rFonts w:ascii="Arial Narrow" w:hAnsi="Arial Narrow"/>
                <w:sz w:val="20"/>
                <w:szCs w:val="20"/>
              </w:rPr>
              <w:t>2021</w:t>
            </w:r>
            <w:r w:rsidR="00C900B4" w:rsidRPr="001A7EF3">
              <w:rPr>
                <w:rFonts w:ascii="Arial Narrow" w:hAnsi="Arial Narrow"/>
                <w:sz w:val="20"/>
                <w:szCs w:val="20"/>
              </w:rPr>
              <w:t>25_20</w:t>
            </w:r>
          </w:p>
        </w:tc>
        <w:tc>
          <w:tcPr>
            <w:tcW w:w="0" w:type="auto"/>
            <w:shd w:val="clear" w:color="auto" w:fill="auto"/>
            <w:noWrap/>
            <w:vAlign w:val="center"/>
          </w:tcPr>
          <w:p w14:paraId="47F87C1A"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22BDD7CD"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680C8B98"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1,070</w:t>
            </w:r>
          </w:p>
        </w:tc>
      </w:tr>
      <w:tr w:rsidR="00C900B4" w:rsidRPr="00C44E1D" w14:paraId="52E81D92" w14:textId="77777777" w:rsidTr="00B366FC">
        <w:tc>
          <w:tcPr>
            <w:tcW w:w="0" w:type="auto"/>
            <w:shd w:val="clear" w:color="auto" w:fill="auto"/>
            <w:vAlign w:val="center"/>
          </w:tcPr>
          <w:p w14:paraId="6AA68DE3"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4</w:t>
            </w:r>
          </w:p>
        </w:tc>
        <w:tc>
          <w:tcPr>
            <w:tcW w:w="0" w:type="auto"/>
            <w:shd w:val="clear" w:color="auto" w:fill="auto"/>
            <w:noWrap/>
            <w:vAlign w:val="center"/>
          </w:tcPr>
          <w:p w14:paraId="129E22EC" w14:textId="38E27ECD" w:rsidR="00C900B4" w:rsidRPr="001A7EF3" w:rsidRDefault="00C32F56" w:rsidP="00B366FC">
            <w:pPr>
              <w:spacing w:after="0"/>
              <w:jc w:val="right"/>
              <w:rPr>
                <w:rFonts w:ascii="Arial Narrow" w:hAnsi="Arial Narrow" w:cs="Calibri"/>
                <w:color w:val="000000"/>
                <w:sz w:val="20"/>
                <w:szCs w:val="20"/>
              </w:rPr>
            </w:pPr>
            <w:r>
              <w:rPr>
                <w:rFonts w:ascii="Arial Narrow" w:hAnsi="Arial Narrow"/>
                <w:sz w:val="20"/>
                <w:szCs w:val="20"/>
              </w:rPr>
              <w:t>2021</w:t>
            </w:r>
            <w:r w:rsidR="00C900B4" w:rsidRPr="001A7EF3">
              <w:rPr>
                <w:rFonts w:ascii="Arial Narrow" w:hAnsi="Arial Narrow"/>
                <w:sz w:val="20"/>
                <w:szCs w:val="20"/>
              </w:rPr>
              <w:t>25_20</w:t>
            </w:r>
          </w:p>
        </w:tc>
        <w:tc>
          <w:tcPr>
            <w:tcW w:w="0" w:type="auto"/>
            <w:shd w:val="clear" w:color="auto" w:fill="auto"/>
            <w:noWrap/>
            <w:vAlign w:val="center"/>
          </w:tcPr>
          <w:p w14:paraId="57AE68F6" w14:textId="77777777" w:rsidR="00C900B4" w:rsidRDefault="00C900B4" w:rsidP="00B366FC">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58FD8C2B" w14:textId="77777777" w:rsidR="00C900B4" w:rsidRDefault="00C900B4" w:rsidP="00B366FC">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11F72F8E" w14:textId="77777777" w:rsidR="00C900B4" w:rsidRDefault="00C900B4" w:rsidP="00B366FC">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2DC352B7" w14:textId="77777777" w:rsidR="00C900B4" w:rsidRPr="00C44E1D" w:rsidRDefault="00C900B4" w:rsidP="00C900B4">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394906CE" w14:textId="77777777" w:rsidR="00C900B4" w:rsidRPr="00C44E1D" w:rsidRDefault="00C900B4" w:rsidP="00C900B4">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4196DBE3" w14:textId="77777777" w:rsidR="00C900B4" w:rsidRDefault="00C900B4" w:rsidP="00C900B4">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537E5F24" w14:textId="77777777" w:rsidR="00C900B4" w:rsidRPr="00C44E1D" w:rsidRDefault="00C900B4" w:rsidP="00C900B4">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3214D374" w14:textId="77777777" w:rsidR="00C900B4" w:rsidRPr="00C44E1D" w:rsidRDefault="00C900B4" w:rsidP="00C900B4">
      <w:pPr>
        <w:rPr>
          <w:rFonts w:eastAsia="Calibri"/>
        </w:rPr>
      </w:pPr>
      <w:r w:rsidRPr="00C44E1D">
        <w:rPr>
          <w:rFonts w:eastAsia="Calibri"/>
        </w:rPr>
        <w:t xml:space="preserve">Final Rate Contract 1 = </w:t>
      </w:r>
      <m:oMath>
        <m:r>
          <m:rPr>
            <m:nor/>
          </m:rPr>
          <w:rPr>
            <w:rFonts w:eastAsia="Calibri"/>
          </w:rPr>
          <m:t xml:space="preserve">0.998442 × 0.139245 x 100 = </m:t>
        </m:r>
        <m:r>
          <m:rPr>
            <m:nor/>
          </m:rPr>
          <m:t>13.90</m:t>
        </m:r>
      </m:oMath>
    </w:p>
    <w:p w14:paraId="6400C7C7" w14:textId="77777777" w:rsidR="00C900B4" w:rsidRPr="00215FEA" w:rsidRDefault="00C900B4" w:rsidP="00C900B4">
      <w:pPr>
        <w:rPr>
          <w:rFonts w:eastAsia="Calibri"/>
        </w:rPr>
      </w:pPr>
      <w:r w:rsidRPr="00C44E1D">
        <w:rPr>
          <w:rFonts w:eastAsia="Calibri"/>
        </w:rPr>
        <w:t>Final Rate reported for Contract 1 = 1</w:t>
      </w:r>
      <w:r>
        <w:rPr>
          <w:rFonts w:eastAsia="Calibri"/>
        </w:rPr>
        <w:t>4%</w:t>
      </w:r>
    </w:p>
    <w:p w14:paraId="0CFD17CE" w14:textId="77777777" w:rsidR="00C900B4" w:rsidRPr="00761277" w:rsidRDefault="00C900B4" w:rsidP="00C900B4">
      <w:pPr>
        <w:pStyle w:val="Normal-Formula"/>
        <w:spacing w:before="120" w:after="120"/>
        <w:rPr>
          <w:rFonts w:ascii="Cambria Math" w:hAnsi="Cambria Math"/>
          <w:sz w:val="28"/>
          <w:szCs w:val="24"/>
        </w:rPr>
      </w:pPr>
    </w:p>
    <w:p w14:paraId="6486ECA3" w14:textId="77777777" w:rsidR="00C900B4" w:rsidRPr="00215FEA" w:rsidRDefault="00C900B4" w:rsidP="00C900B4">
      <w:pPr>
        <w:rPr>
          <w:rFonts w:eastAsia="Calibri"/>
        </w:rPr>
      </w:pPr>
    </w:p>
    <w:p w14:paraId="79D57ADD" w14:textId="1EDC798B" w:rsidR="00C900B4" w:rsidRDefault="00C900B4">
      <w:pPr>
        <w:spacing w:line="276" w:lineRule="auto"/>
        <w:rPr>
          <w:rFonts w:eastAsia="Batang"/>
          <w:b/>
          <w:bCs/>
          <w:szCs w:val="24"/>
          <w:lang w:eastAsia="ko-KR"/>
        </w:rPr>
      </w:pPr>
      <w:r>
        <w:rPr>
          <w:rFonts w:eastAsia="Batang"/>
          <w:b/>
          <w:bCs/>
          <w:szCs w:val="24"/>
          <w:lang w:eastAsia="ko-KR"/>
        </w:rPr>
        <w:br w:type="page"/>
      </w:r>
    </w:p>
    <w:p w14:paraId="5D3EB24A" w14:textId="77777777" w:rsidR="00C900B4" w:rsidRPr="003945D4" w:rsidRDefault="00C900B4" w:rsidP="00C900B4">
      <w:pPr>
        <w:pStyle w:val="AttachmentTitle"/>
        <w:spacing w:after="120"/>
      </w:pPr>
      <w:r>
        <w:lastRenderedPageBreak/>
        <w:t>C</w:t>
      </w:r>
      <w:r w:rsidRPr="002B0180">
        <w:t xml:space="preserve">alculating </w:t>
      </w:r>
      <w:r>
        <w:t>M</w:t>
      </w:r>
      <w:r w:rsidRPr="002B0180">
        <w:t xml:space="preserve">easure </w:t>
      </w:r>
      <w:r>
        <w:t>2023 PCR</w:t>
      </w:r>
      <w:r w:rsidRPr="002B0180">
        <w:t>: Plan All-Cause Readmissions</w:t>
      </w:r>
      <w:r>
        <w:t xml:space="preserve"> (65+)</w:t>
      </w:r>
    </w:p>
    <w:p w14:paraId="494AA536" w14:textId="77777777" w:rsidR="00C900B4" w:rsidRDefault="00C900B4" w:rsidP="00C900B4">
      <w:r w:rsidRPr="00CF20FE">
        <w:t xml:space="preserve">All data </w:t>
      </w:r>
      <w:r>
        <w:t>is available in</w:t>
      </w:r>
      <w:r w:rsidRPr="00CF20FE">
        <w:t xml:space="preserve"> the </w:t>
      </w:r>
      <w:r>
        <w:t xml:space="preserve">CMS 2023 </w:t>
      </w:r>
      <w:r w:rsidRPr="00CF20FE">
        <w:t>HEDIS</w:t>
      </w:r>
      <w:r>
        <w:t>®</w:t>
      </w:r>
      <w:r w:rsidRPr="00CF20FE">
        <w:t xml:space="preserve"> </w:t>
      </w:r>
      <w:r>
        <w:t>Public Use File (PUF)</w:t>
      </w:r>
      <w:r>
        <w:rPr>
          <w:rStyle w:val="FootnoteReference"/>
          <w:rFonts w:cs="Arial"/>
        </w:rPr>
        <w:footnoteReference w:id="2"/>
      </w:r>
      <w:r>
        <w:t xml:space="preserve"> and can be looked up by </w:t>
      </w:r>
      <w:proofErr w:type="spellStart"/>
      <w:r>
        <w:t>IndicatorKey</w:t>
      </w:r>
      <w:proofErr w:type="spellEnd"/>
      <w:r>
        <w:t xml:space="preserve"> (row) and Variable name (column).</w:t>
      </w:r>
    </w:p>
    <w:p w14:paraId="4FB0EAC6" w14:textId="1F75C4F7" w:rsidR="00C900B4" w:rsidRDefault="00C900B4" w:rsidP="00C900B4">
      <w:r>
        <w:t xml:space="preserve">The calculations below use the Denominator, </w:t>
      </w:r>
      <w:proofErr w:type="spellStart"/>
      <w:r>
        <w:t>ObservedCount</w:t>
      </w:r>
      <w:proofErr w:type="spellEnd"/>
      <w:r>
        <w:t xml:space="preserve"> and </w:t>
      </w:r>
      <w:proofErr w:type="spellStart"/>
      <w:r>
        <w:t>ExpectedCount</w:t>
      </w:r>
      <w:proofErr w:type="spellEnd"/>
      <w:r>
        <w:t xml:space="preserve"> values from the PCR (65+) indicator (</w:t>
      </w:r>
      <w:proofErr w:type="spellStart"/>
      <w:r>
        <w:t>IndicatorKey</w:t>
      </w:r>
      <w:proofErr w:type="spellEnd"/>
      <w:r>
        <w:t xml:space="preserve"> = </w:t>
      </w:r>
      <w:r w:rsidR="00C32F56">
        <w:t>2021</w:t>
      </w:r>
      <w:r w:rsidRPr="00D1720C">
        <w:t>11_20</w:t>
      </w:r>
      <w:r>
        <w:t>).</w:t>
      </w:r>
    </w:p>
    <w:p w14:paraId="512B85D2" w14:textId="77777777" w:rsidR="00C900B4" w:rsidRDefault="00C900B4" w:rsidP="00C900B4">
      <w:r>
        <w:t>For each contract, calculate the (65+) Observed-over-Expected Ratio (OE):</w:t>
      </w:r>
    </w:p>
    <w:p w14:paraId="0DB9A59B" w14:textId="77777777" w:rsidR="00C900B4" w:rsidRDefault="00C900B4" w:rsidP="00C900B4">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2612D665" w14:textId="77777777" w:rsidR="00C900B4" w:rsidRDefault="00C900B4" w:rsidP="00C900B4">
      <w:r>
        <w:t>Calculate the national average of the (65+) Observed Rate:</w:t>
      </w:r>
    </w:p>
    <w:p w14:paraId="3BB7A52D" w14:textId="77777777" w:rsidR="00C900B4" w:rsidRDefault="00C900B4" w:rsidP="00C900B4">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m:r>
                          <m:rPr>
                            <m:nor/>
                          </m:rPr>
                          <m:t>Denominator</m:t>
                        </m:r>
                      </m:e>
                      <m:sub>
                        <m:r>
                          <m:rPr>
                            <m:nor/>
                          </m:rPr>
                          <m:t>n</m:t>
                        </m:r>
                      </m:sub>
                    </m:sSub>
                  </m:den>
                </m:f>
              </m:e>
            </m:d>
          </m:e>
        </m:d>
      </m:oMath>
    </w:p>
    <w:p w14:paraId="0F4889F0" w14:textId="77777777" w:rsidR="00C900B4" w:rsidRPr="001F52D8" w:rsidRDefault="00C900B4" w:rsidP="00C900B4">
      <w:r>
        <w:t>W</w:t>
      </w:r>
      <w:r w:rsidRPr="00301E67">
        <w:t xml:space="preserve">here 1 through n are all </w:t>
      </w:r>
      <w:r w:rsidRPr="00D208DD">
        <w:t xml:space="preserve">contracts with </w:t>
      </w:r>
      <w:r>
        <w:t xml:space="preserve">a (65+) </w:t>
      </w:r>
      <w:r w:rsidRPr="00D208DD">
        <w:t xml:space="preserve">Denominator </w:t>
      </w:r>
      <w:r>
        <w:t>larger than or equal to</w:t>
      </w:r>
      <w:r w:rsidRPr="00D208DD">
        <w:t xml:space="preserve"> 150</w:t>
      </w:r>
      <w:r>
        <w:t>, and a (65+) OE larger than or equal to 0.2 and less than or equal to 5.0.</w:t>
      </w:r>
    </w:p>
    <w:p w14:paraId="6CE086D0" w14:textId="77777777" w:rsidR="00C900B4" w:rsidRDefault="00C900B4" w:rsidP="00C900B4">
      <w:pPr>
        <w:rPr>
          <w:szCs w:val="20"/>
        </w:rPr>
      </w:pPr>
      <w:r>
        <w:rPr>
          <w:szCs w:val="20"/>
        </w:rPr>
        <w:t>For each contract, calculate the Final Rate and convert to percentages:</w:t>
      </w:r>
    </w:p>
    <w:p w14:paraId="7CA0D677" w14:textId="77777777" w:rsidR="00C900B4" w:rsidRDefault="00C900B4" w:rsidP="00C900B4">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 </m:t>
        </m:r>
      </m:oMath>
    </w:p>
    <w:p w14:paraId="41508BA4" w14:textId="77777777" w:rsidR="00C900B4" w:rsidRDefault="00C900B4" w:rsidP="00C900B4">
      <w:pPr>
        <w:pStyle w:val="Normal-Formula"/>
        <w:spacing w:before="120" w:after="120"/>
      </w:pPr>
      <w:r>
        <w:t>And round to the nearest integer.</w:t>
      </w:r>
    </w:p>
    <w:p w14:paraId="4A09E885" w14:textId="77777777" w:rsidR="00C900B4" w:rsidRDefault="00C900B4" w:rsidP="00C900B4">
      <w:pPr>
        <w:spacing w:line="259" w:lineRule="auto"/>
        <w:rPr>
          <w:rFonts w:eastAsia="Calibri"/>
        </w:rPr>
      </w:pPr>
    </w:p>
    <w:p w14:paraId="792A1D44" w14:textId="77777777" w:rsidR="00C900B4" w:rsidRDefault="00C900B4" w:rsidP="00C900B4">
      <w:pPr>
        <w:spacing w:line="259" w:lineRule="auto"/>
        <w:rPr>
          <w:rFonts w:eastAsia="Calibri"/>
        </w:rPr>
      </w:pPr>
    </w:p>
    <w:p w14:paraId="5FB1A992" w14:textId="77777777" w:rsidR="00C900B4" w:rsidRDefault="00C900B4" w:rsidP="00C900B4">
      <w:pPr>
        <w:spacing w:line="259" w:lineRule="auto"/>
        <w:rPr>
          <w:rFonts w:eastAsia="Calibri"/>
        </w:rPr>
      </w:pPr>
    </w:p>
    <w:p w14:paraId="3DC32739" w14:textId="77777777" w:rsidR="00C900B4" w:rsidRPr="00C44E1D" w:rsidRDefault="00C900B4" w:rsidP="00C900B4">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C900B4" w:rsidRPr="00C44E1D" w14:paraId="760F80C9" w14:textId="77777777" w:rsidTr="00B366FC">
        <w:tc>
          <w:tcPr>
            <w:tcW w:w="0" w:type="auto"/>
            <w:shd w:val="clear" w:color="000000" w:fill="BFBFBF"/>
            <w:vAlign w:val="center"/>
            <w:hideMark/>
          </w:tcPr>
          <w:p w14:paraId="02C47FBE" w14:textId="77777777" w:rsidR="00C900B4" w:rsidRPr="00C44E1D" w:rsidRDefault="00C900B4" w:rsidP="00B366FC">
            <w:pPr>
              <w:spacing w:after="0"/>
              <w:jc w:val="center"/>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Contract</w:t>
            </w:r>
          </w:p>
        </w:tc>
        <w:tc>
          <w:tcPr>
            <w:tcW w:w="0" w:type="auto"/>
            <w:shd w:val="clear" w:color="000000" w:fill="BFBFBF"/>
            <w:noWrap/>
            <w:vAlign w:val="center"/>
            <w:hideMark/>
          </w:tcPr>
          <w:p w14:paraId="47653AD2" w14:textId="77777777" w:rsidR="00C900B4" w:rsidRPr="00C44E1D" w:rsidRDefault="00C900B4" w:rsidP="00B366FC">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IndicatorKey</w:t>
            </w:r>
            <w:proofErr w:type="spellEnd"/>
          </w:p>
        </w:tc>
        <w:tc>
          <w:tcPr>
            <w:tcW w:w="0" w:type="auto"/>
            <w:shd w:val="clear" w:color="000000" w:fill="BFBFBF"/>
            <w:vAlign w:val="center"/>
            <w:hideMark/>
          </w:tcPr>
          <w:p w14:paraId="118E56DF" w14:textId="77777777" w:rsidR="00C900B4" w:rsidRPr="00C44E1D" w:rsidRDefault="00C900B4" w:rsidP="00B366FC">
            <w:pPr>
              <w:spacing w:after="0"/>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 xml:space="preserve">Denominator </w:t>
            </w:r>
          </w:p>
        </w:tc>
        <w:tc>
          <w:tcPr>
            <w:tcW w:w="0" w:type="auto"/>
            <w:shd w:val="clear" w:color="000000" w:fill="BFBFBF"/>
            <w:vAlign w:val="center"/>
            <w:hideMark/>
          </w:tcPr>
          <w:p w14:paraId="1CA7658E" w14:textId="77777777" w:rsidR="00C900B4" w:rsidRPr="00C44E1D" w:rsidRDefault="00C900B4" w:rsidP="00B366FC">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ObservedCount</w:t>
            </w:r>
            <w:proofErr w:type="spellEnd"/>
          </w:p>
        </w:tc>
        <w:tc>
          <w:tcPr>
            <w:tcW w:w="0" w:type="auto"/>
            <w:shd w:val="clear" w:color="000000" w:fill="BFBFBF"/>
            <w:vAlign w:val="center"/>
            <w:hideMark/>
          </w:tcPr>
          <w:p w14:paraId="5CEFC96F" w14:textId="77777777" w:rsidR="00C900B4" w:rsidRPr="00C44E1D" w:rsidRDefault="00C900B4" w:rsidP="00B366FC">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ExpectedCount</w:t>
            </w:r>
            <w:proofErr w:type="spellEnd"/>
          </w:p>
        </w:tc>
      </w:tr>
      <w:tr w:rsidR="00C900B4" w:rsidRPr="00C44E1D" w14:paraId="01C6543F" w14:textId="77777777" w:rsidTr="00B366FC">
        <w:tc>
          <w:tcPr>
            <w:tcW w:w="0" w:type="auto"/>
            <w:shd w:val="clear" w:color="auto" w:fill="auto"/>
            <w:vAlign w:val="center"/>
          </w:tcPr>
          <w:p w14:paraId="4BCC9A93"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1</w:t>
            </w:r>
          </w:p>
        </w:tc>
        <w:tc>
          <w:tcPr>
            <w:tcW w:w="0" w:type="auto"/>
            <w:shd w:val="clear" w:color="auto" w:fill="auto"/>
            <w:noWrap/>
            <w:vAlign w:val="center"/>
          </w:tcPr>
          <w:p w14:paraId="0352E77A" w14:textId="76CE73FE" w:rsidR="00C900B4" w:rsidRPr="0042433C" w:rsidRDefault="00C32F56" w:rsidP="00B366FC">
            <w:pPr>
              <w:spacing w:after="0"/>
              <w:jc w:val="right"/>
              <w:rPr>
                <w:rFonts w:ascii="Arial Narrow" w:hAnsi="Arial Narrow" w:cs="Times New Roman"/>
                <w:color w:val="000000"/>
                <w:sz w:val="20"/>
                <w:szCs w:val="20"/>
              </w:rPr>
            </w:pPr>
            <w:r>
              <w:rPr>
                <w:rFonts w:ascii="Arial Narrow" w:hAnsi="Arial Narrow"/>
                <w:sz w:val="20"/>
                <w:szCs w:val="20"/>
              </w:rPr>
              <w:t>2022</w:t>
            </w:r>
            <w:r w:rsidR="00C900B4" w:rsidRPr="00D1720C">
              <w:rPr>
                <w:rFonts w:ascii="Arial Narrow" w:hAnsi="Arial Narrow"/>
                <w:sz w:val="20"/>
                <w:szCs w:val="20"/>
              </w:rPr>
              <w:t>11_20</w:t>
            </w:r>
          </w:p>
        </w:tc>
        <w:tc>
          <w:tcPr>
            <w:tcW w:w="0" w:type="auto"/>
            <w:shd w:val="clear" w:color="auto" w:fill="auto"/>
            <w:noWrap/>
            <w:vAlign w:val="center"/>
          </w:tcPr>
          <w:p w14:paraId="1E86E048"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3756DD09"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1A6A7990"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642</w:t>
            </w:r>
          </w:p>
        </w:tc>
      </w:tr>
      <w:tr w:rsidR="00C900B4" w:rsidRPr="00C44E1D" w14:paraId="67683690" w14:textId="77777777" w:rsidTr="00B366FC">
        <w:tc>
          <w:tcPr>
            <w:tcW w:w="0" w:type="auto"/>
            <w:shd w:val="clear" w:color="auto" w:fill="auto"/>
            <w:vAlign w:val="center"/>
          </w:tcPr>
          <w:p w14:paraId="309A9A94"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2</w:t>
            </w:r>
          </w:p>
        </w:tc>
        <w:tc>
          <w:tcPr>
            <w:tcW w:w="0" w:type="auto"/>
            <w:shd w:val="clear" w:color="auto" w:fill="auto"/>
            <w:noWrap/>
            <w:vAlign w:val="center"/>
          </w:tcPr>
          <w:p w14:paraId="3628E142" w14:textId="12220873" w:rsidR="00C900B4" w:rsidRPr="0042433C" w:rsidRDefault="00C32F56" w:rsidP="00B366FC">
            <w:pPr>
              <w:spacing w:after="0"/>
              <w:jc w:val="right"/>
              <w:rPr>
                <w:rFonts w:ascii="Arial Narrow" w:hAnsi="Arial Narrow" w:cs="Times New Roman"/>
                <w:color w:val="000000"/>
                <w:sz w:val="20"/>
                <w:szCs w:val="20"/>
              </w:rPr>
            </w:pPr>
            <w:r>
              <w:rPr>
                <w:rFonts w:ascii="Arial Narrow" w:hAnsi="Arial Narrow" w:cs="Times New Roman"/>
                <w:color w:val="000000"/>
                <w:sz w:val="20"/>
                <w:szCs w:val="20"/>
              </w:rPr>
              <w:t>2022</w:t>
            </w:r>
            <w:r w:rsidR="00C900B4" w:rsidRPr="00D1720C">
              <w:rPr>
                <w:rFonts w:ascii="Arial Narrow" w:hAnsi="Arial Narrow" w:cs="Times New Roman"/>
                <w:color w:val="000000"/>
                <w:sz w:val="20"/>
                <w:szCs w:val="20"/>
              </w:rPr>
              <w:t>11_20</w:t>
            </w:r>
          </w:p>
        </w:tc>
        <w:tc>
          <w:tcPr>
            <w:tcW w:w="0" w:type="auto"/>
            <w:shd w:val="clear" w:color="auto" w:fill="auto"/>
            <w:noWrap/>
            <w:vAlign w:val="center"/>
          </w:tcPr>
          <w:p w14:paraId="59566203"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61FB0067"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754B5E29"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668</w:t>
            </w:r>
          </w:p>
        </w:tc>
      </w:tr>
      <w:tr w:rsidR="00C900B4" w:rsidRPr="00C44E1D" w14:paraId="7E344645" w14:textId="77777777" w:rsidTr="00B366FC">
        <w:tc>
          <w:tcPr>
            <w:tcW w:w="0" w:type="auto"/>
            <w:shd w:val="clear" w:color="auto" w:fill="auto"/>
            <w:vAlign w:val="center"/>
          </w:tcPr>
          <w:p w14:paraId="24023344"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3</w:t>
            </w:r>
          </w:p>
        </w:tc>
        <w:tc>
          <w:tcPr>
            <w:tcW w:w="0" w:type="auto"/>
            <w:shd w:val="clear" w:color="auto" w:fill="auto"/>
            <w:noWrap/>
            <w:vAlign w:val="center"/>
          </w:tcPr>
          <w:p w14:paraId="03758256" w14:textId="3E5524A7" w:rsidR="00C900B4" w:rsidRPr="0042433C" w:rsidRDefault="00C32F56" w:rsidP="00B366FC">
            <w:pPr>
              <w:spacing w:after="0"/>
              <w:jc w:val="right"/>
              <w:rPr>
                <w:rFonts w:ascii="Arial Narrow" w:hAnsi="Arial Narrow" w:cs="Times New Roman"/>
                <w:color w:val="000000"/>
                <w:sz w:val="20"/>
                <w:szCs w:val="20"/>
              </w:rPr>
            </w:pPr>
            <w:r>
              <w:rPr>
                <w:rFonts w:ascii="Arial Narrow" w:hAnsi="Arial Narrow" w:cs="Times New Roman"/>
                <w:color w:val="000000"/>
                <w:sz w:val="20"/>
                <w:szCs w:val="20"/>
              </w:rPr>
              <w:t>2022</w:t>
            </w:r>
            <w:r w:rsidR="00C900B4" w:rsidRPr="00D1720C">
              <w:rPr>
                <w:rFonts w:ascii="Arial Narrow" w:hAnsi="Arial Narrow" w:cs="Times New Roman"/>
                <w:color w:val="000000"/>
                <w:sz w:val="20"/>
                <w:szCs w:val="20"/>
              </w:rPr>
              <w:t>11_20</w:t>
            </w:r>
          </w:p>
        </w:tc>
        <w:tc>
          <w:tcPr>
            <w:tcW w:w="0" w:type="auto"/>
            <w:shd w:val="clear" w:color="auto" w:fill="auto"/>
            <w:noWrap/>
            <w:vAlign w:val="center"/>
          </w:tcPr>
          <w:p w14:paraId="4E15CD6C"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35767A35"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1D3B1228"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1,070</w:t>
            </w:r>
          </w:p>
        </w:tc>
      </w:tr>
      <w:tr w:rsidR="00C900B4" w:rsidRPr="00C44E1D" w14:paraId="197710D8" w14:textId="77777777" w:rsidTr="00B366FC">
        <w:tc>
          <w:tcPr>
            <w:tcW w:w="0" w:type="auto"/>
            <w:shd w:val="clear" w:color="auto" w:fill="auto"/>
            <w:vAlign w:val="center"/>
          </w:tcPr>
          <w:p w14:paraId="3678B8AF"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4</w:t>
            </w:r>
          </w:p>
        </w:tc>
        <w:tc>
          <w:tcPr>
            <w:tcW w:w="0" w:type="auto"/>
            <w:shd w:val="clear" w:color="auto" w:fill="auto"/>
            <w:noWrap/>
            <w:vAlign w:val="center"/>
          </w:tcPr>
          <w:p w14:paraId="5051CF8A" w14:textId="3E0062E0" w:rsidR="00C900B4" w:rsidRPr="0042433C" w:rsidRDefault="00C32F56" w:rsidP="00B366FC">
            <w:pPr>
              <w:spacing w:after="0"/>
              <w:jc w:val="right"/>
              <w:rPr>
                <w:rFonts w:ascii="Arial Narrow" w:hAnsi="Arial Narrow" w:cs="Calibri"/>
                <w:color w:val="000000"/>
                <w:sz w:val="20"/>
                <w:szCs w:val="20"/>
              </w:rPr>
            </w:pPr>
            <w:r>
              <w:rPr>
                <w:rFonts w:ascii="Arial Narrow" w:hAnsi="Arial Narrow" w:cs="Calibri"/>
                <w:color w:val="000000"/>
                <w:sz w:val="20"/>
                <w:szCs w:val="20"/>
              </w:rPr>
              <w:t>2022</w:t>
            </w:r>
            <w:r w:rsidR="00C900B4" w:rsidRPr="00D1720C">
              <w:rPr>
                <w:rFonts w:ascii="Arial Narrow" w:hAnsi="Arial Narrow" w:cs="Calibri"/>
                <w:color w:val="000000"/>
                <w:sz w:val="20"/>
                <w:szCs w:val="20"/>
              </w:rPr>
              <w:t>11_20</w:t>
            </w:r>
          </w:p>
        </w:tc>
        <w:tc>
          <w:tcPr>
            <w:tcW w:w="0" w:type="auto"/>
            <w:shd w:val="clear" w:color="auto" w:fill="auto"/>
            <w:noWrap/>
            <w:vAlign w:val="center"/>
          </w:tcPr>
          <w:p w14:paraId="6D93C349" w14:textId="77777777" w:rsidR="00C900B4" w:rsidRDefault="00C900B4" w:rsidP="00B366FC">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58B7C5C6" w14:textId="77777777" w:rsidR="00C900B4" w:rsidRDefault="00C900B4" w:rsidP="00B366FC">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1D2B1952" w14:textId="77777777" w:rsidR="00C900B4" w:rsidRDefault="00C900B4" w:rsidP="00B366FC">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07CDEED6" w14:textId="77777777" w:rsidR="00C900B4" w:rsidRPr="00C44E1D" w:rsidRDefault="00C900B4" w:rsidP="00C900B4">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02503C59" w14:textId="77777777" w:rsidR="00C900B4" w:rsidRPr="00C44E1D" w:rsidRDefault="00C900B4" w:rsidP="00C900B4">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5B27C313" w14:textId="77777777" w:rsidR="00C900B4" w:rsidRDefault="00C900B4" w:rsidP="00C900B4">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1F739835" w14:textId="77777777" w:rsidR="00C900B4" w:rsidRPr="00C44E1D" w:rsidRDefault="00C900B4" w:rsidP="00C900B4">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30A2EDBD" w14:textId="77777777" w:rsidR="00C900B4" w:rsidRPr="00C44E1D" w:rsidRDefault="00C900B4" w:rsidP="00C900B4">
      <w:pPr>
        <w:rPr>
          <w:rFonts w:eastAsia="Calibri"/>
        </w:rPr>
      </w:pPr>
      <w:r w:rsidRPr="00C44E1D">
        <w:rPr>
          <w:rFonts w:eastAsia="Calibri"/>
        </w:rPr>
        <w:t xml:space="preserve">Final Rate Contract 1 = </w:t>
      </w:r>
      <m:oMath>
        <m:r>
          <m:rPr>
            <m:nor/>
          </m:rPr>
          <w:rPr>
            <w:rFonts w:eastAsia="Calibri"/>
          </w:rPr>
          <m:t xml:space="preserve">0.998442 × 0.139245 x 100 = </m:t>
        </m:r>
        <m:r>
          <m:rPr>
            <m:nor/>
          </m:rPr>
          <m:t>13.90</m:t>
        </m:r>
      </m:oMath>
    </w:p>
    <w:p w14:paraId="7587463F" w14:textId="77777777" w:rsidR="00C900B4" w:rsidRPr="00215FEA" w:rsidRDefault="00C900B4" w:rsidP="00C900B4">
      <w:pPr>
        <w:rPr>
          <w:rFonts w:eastAsia="Calibri"/>
        </w:rPr>
      </w:pPr>
      <w:r w:rsidRPr="00C44E1D">
        <w:rPr>
          <w:rFonts w:eastAsia="Calibri"/>
        </w:rPr>
        <w:t>Final Rate reported for Contract 1 = 1</w:t>
      </w:r>
      <w:r>
        <w:rPr>
          <w:rFonts w:eastAsia="Calibri"/>
        </w:rPr>
        <w:t>4%</w:t>
      </w:r>
    </w:p>
    <w:p w14:paraId="619ECFE0" w14:textId="77777777" w:rsidR="00C900B4" w:rsidRPr="00761277" w:rsidRDefault="00C900B4" w:rsidP="00C900B4">
      <w:pPr>
        <w:pStyle w:val="Normal-Formula"/>
        <w:spacing w:before="120" w:after="120"/>
        <w:rPr>
          <w:rFonts w:ascii="Cambria Math" w:hAnsi="Cambria Math"/>
          <w:sz w:val="28"/>
          <w:szCs w:val="24"/>
        </w:rPr>
      </w:pPr>
    </w:p>
    <w:bookmarkEnd w:id="1"/>
    <w:p w14:paraId="0B2F824C" w14:textId="77777777" w:rsidR="001E4778" w:rsidRPr="001513B4" w:rsidRDefault="001E4778" w:rsidP="001E4778">
      <w:pPr>
        <w:spacing w:line="276" w:lineRule="auto"/>
        <w:rPr>
          <w:rFonts w:eastAsia="Batang"/>
          <w:b/>
          <w:bCs/>
          <w:szCs w:val="24"/>
          <w:lang w:eastAsia="ko-KR"/>
        </w:rPr>
      </w:pPr>
    </w:p>
    <w:sectPr w:rsidR="001E4778" w:rsidRPr="001513B4" w:rsidSect="003E7660">
      <w:headerReference w:type="default" r:id="rId11"/>
      <w:pgSz w:w="12240" w:h="15840" w:code="1"/>
      <w:pgMar w:top="360" w:right="720" w:bottom="72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CCCB0" w14:textId="77777777" w:rsidR="00D53868" w:rsidRDefault="00D53868" w:rsidP="00A72BD4">
      <w:r>
        <w:separator/>
      </w:r>
    </w:p>
  </w:endnote>
  <w:endnote w:type="continuationSeparator" w:id="0">
    <w:p w14:paraId="4E6E9593" w14:textId="77777777" w:rsidR="00D53868" w:rsidRDefault="00D53868" w:rsidP="00A7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Bold">
    <w:panose1 w:val="020B070602020203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B42B9" w14:textId="10079F26" w:rsidR="005C7B8F" w:rsidRPr="00A72BD4" w:rsidRDefault="005C7B8F" w:rsidP="00A72BD4">
    <w:pPr>
      <w:pStyle w:val="Footer"/>
    </w:pPr>
    <w:r>
      <mc:AlternateContent>
        <mc:Choice Requires="wps">
          <w:drawing>
            <wp:anchor distT="4294967295" distB="4294967295" distL="114300" distR="114300" simplePos="0" relativeHeight="251657216" behindDoc="0" locked="0" layoutInCell="1" allowOverlap="1" wp14:anchorId="3A1669D2" wp14:editId="08E666F2">
              <wp:simplePos x="0" y="0"/>
              <wp:positionH relativeFrom="column">
                <wp:posOffset>-19050</wp:posOffset>
              </wp:positionH>
              <wp:positionV relativeFrom="paragraph">
                <wp:posOffset>-8256</wp:posOffset>
              </wp:positionV>
              <wp:extent cx="6858000" cy="0"/>
              <wp:effectExtent l="0" t="0" r="0"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5400">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C3ED36" id="_x0000_t32" coordsize="21600,21600" o:spt="32" o:oned="t" path="m,l21600,21600e" filled="f">
              <v:path arrowok="t" fillok="f" o:connecttype="none"/>
              <o:lock v:ext="edit" shapetype="t"/>
            </v:shapetype>
            <v:shape id="AutoShape 1" o:spid="_x0000_s1026" type="#_x0000_t32" style="position:absolute;margin-left:-1.5pt;margin-top:-.65pt;width:540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" strokecolor="#bfbfbf [2412]" strokeweight="2pt"/>
          </w:pict>
        </mc:Fallback>
      </mc:AlternateContent>
    </w:r>
    <w:r>
      <w:fldChar w:fldCharType="begin"/>
    </w:r>
    <w:r>
      <w:instrText xml:space="preserve"> DATE  \@ "MMMM d, yyyy"  \* MERGEFORMAT </w:instrText>
    </w:r>
    <w:r>
      <w:fldChar w:fldCharType="separate"/>
    </w:r>
    <w:r w:rsidR="00545202">
      <w:t>October 10, 2024</w:t>
    </w:r>
    <w:r>
      <w:fldChar w:fldCharType="end"/>
    </w:r>
    <w:r w:rsidRPr="00A72BD4">
      <w:tab/>
      <w:t xml:space="preserve">Page </w:t>
    </w:r>
    <w:r>
      <w:fldChar w:fldCharType="begin"/>
    </w:r>
    <w:r>
      <w:instrText xml:space="preserve"> PAGE </w:instrText>
    </w:r>
    <w:r>
      <w:fldChar w:fldCharType="separate"/>
    </w:r>
    <w:r>
      <w:t>10</w:t>
    </w:r>
    <w:r>
      <w:fldChar w:fldCharType="end"/>
    </w:r>
    <w:r w:rsidRPr="00A72BD4">
      <w:t xml:space="preserve"> of </w:t>
    </w:r>
    <w:r>
      <w:fldChar w:fldCharType="begin"/>
    </w:r>
    <w:r>
      <w:instrText xml:space="preserve"> NUMPAGES  </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2A573" w14:textId="77777777" w:rsidR="00D53868" w:rsidRDefault="00D53868" w:rsidP="00A72BD4">
      <w:r>
        <w:separator/>
      </w:r>
    </w:p>
  </w:footnote>
  <w:footnote w:type="continuationSeparator" w:id="0">
    <w:p w14:paraId="0244AD13" w14:textId="77777777" w:rsidR="00D53868" w:rsidRDefault="00D53868" w:rsidP="00A72BD4">
      <w:r>
        <w:continuationSeparator/>
      </w:r>
    </w:p>
  </w:footnote>
  <w:footnote w:id="1">
    <w:p w14:paraId="1F2F37AC" w14:textId="77777777" w:rsidR="00C900B4" w:rsidRDefault="00C900B4" w:rsidP="00C900B4">
      <w:pPr>
        <w:pStyle w:val="FootnoteText"/>
      </w:pPr>
      <w:r>
        <w:rPr>
          <w:rStyle w:val="FootnoteReference"/>
        </w:rPr>
        <w:footnoteRef/>
      </w:r>
      <w:r>
        <w:t xml:space="preserve"> </w:t>
      </w:r>
      <w:hyperlink r:id="rId1" w:history="1">
        <w:r>
          <w:rPr>
            <w:rStyle w:val="Hyperlink"/>
          </w:rPr>
          <w:t>https://www.cms.gov/Research-Statistics-Data-and-Systems/Statistics-Trends-and-Reports/MCRAdvPartDEnrolData/MA-HEDIS-Public-Use-Files</w:t>
        </w:r>
      </w:hyperlink>
    </w:p>
  </w:footnote>
  <w:footnote w:id="2">
    <w:p w14:paraId="2499C148" w14:textId="77777777" w:rsidR="00C900B4" w:rsidRDefault="00C900B4" w:rsidP="00C900B4">
      <w:pPr>
        <w:pStyle w:val="FootnoteText"/>
      </w:pPr>
      <w:r>
        <w:rPr>
          <w:rStyle w:val="FootnoteReference"/>
        </w:rPr>
        <w:footnoteRef/>
      </w:r>
      <w:r>
        <w:t xml:space="preserve"> </w:t>
      </w:r>
      <w:hyperlink r:id="rId2" w:history="1">
        <w:r>
          <w:rPr>
            <w:rStyle w:val="Hyperlink"/>
          </w:rPr>
          <w:t>https://www.cms.gov/Research-Statistics-Data-and-Systems/Statistics-Trends-and-Reports/MCRAdvPartDEnrolData/MA-HEDIS-Public-Use-Files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9DD5A" w14:textId="77777777" w:rsidR="005C7B8F" w:rsidRPr="00A72BD4" w:rsidRDefault="005C7B8F" w:rsidP="00A72BD4">
    <w:pPr>
      <w:pStyle w:val="Header"/>
    </w:pPr>
    <w:r>
      <mc:AlternateContent>
        <mc:Choice Requires="wps">
          <w:drawing>
            <wp:anchor distT="4294967295" distB="4294967295" distL="114300" distR="114300" simplePos="0" relativeHeight="251658240" behindDoc="0" locked="0" layoutInCell="1" allowOverlap="1" wp14:anchorId="59ABD135" wp14:editId="2F85C655">
              <wp:simplePos x="0" y="0"/>
              <wp:positionH relativeFrom="column">
                <wp:posOffset>-19050</wp:posOffset>
              </wp:positionH>
              <wp:positionV relativeFrom="paragraph">
                <wp:posOffset>85724</wp:posOffset>
              </wp:positionV>
              <wp:extent cx="6858000" cy="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5400">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26302F" id="_x0000_t32" coordsize="21600,21600" o:spt="32" o:oned="t" path="m,l21600,21600e" filled="f">
              <v:path arrowok="t" fillok="f" o:connecttype="none"/>
              <o:lock v:ext="edit" shapetype="t"/>
            </v:shapetype>
            <v:shape id="AutoShape 2" o:spid="_x0000_s1026" type="#_x0000_t32" style="position:absolute;margin-left:-1.5pt;margin-top:6.75pt;width:540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" strokecolor="#bfbfbf [2412]" strokeweight="2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2A542" w14:textId="77777777" w:rsidR="005C7B8F" w:rsidRPr="00CA7D98" w:rsidRDefault="005C7B8F" w:rsidP="00CA7D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1E687" w14:textId="77777777" w:rsidR="005C7B8F" w:rsidRPr="001B5FEC" w:rsidRDefault="005C7B8F" w:rsidP="001B5F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15C40"/>
    <w:multiLevelType w:val="hybridMultilevel"/>
    <w:tmpl w:val="90DCE87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3D5B1C26"/>
    <w:multiLevelType w:val="hybridMultilevel"/>
    <w:tmpl w:val="2E2A629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4CC868E8"/>
    <w:multiLevelType w:val="hybridMultilevel"/>
    <w:tmpl w:val="90DCE87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5A32050A"/>
    <w:multiLevelType w:val="hybridMultilevel"/>
    <w:tmpl w:val="1F00BC7C"/>
    <w:lvl w:ilvl="0" w:tplc="026C644E">
      <w:start w:val="1"/>
      <w:numFmt w:val="bullet"/>
      <w:pStyle w:val="Bullet"/>
      <w:lvlText w:val=""/>
      <w:lvlJc w:val="left"/>
      <w:pPr>
        <w:ind w:left="720" w:hanging="360"/>
      </w:pPr>
      <w:rPr>
        <w:rFonts w:ascii="Symbol" w:hAnsi="Symbol" w:hint="default"/>
        <w:color w:val="auto"/>
        <w:sz w:val="22"/>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11A4FE5"/>
    <w:multiLevelType w:val="hybridMultilevel"/>
    <w:tmpl w:val="90DCE87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089353042">
    <w:abstractNumId w:val="1"/>
  </w:num>
  <w:num w:numId="2" w16cid:durableId="523902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0065291">
    <w:abstractNumId w:val="4"/>
  </w:num>
  <w:num w:numId="4" w16cid:durableId="1861431022">
    <w:abstractNumId w:val="2"/>
  </w:num>
  <w:num w:numId="5" w16cid:durableId="11409245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8B6"/>
    <w:rsid w:val="00022A1C"/>
    <w:rsid w:val="0002648A"/>
    <w:rsid w:val="000470CF"/>
    <w:rsid w:val="00050CD3"/>
    <w:rsid w:val="00054B85"/>
    <w:rsid w:val="00054C08"/>
    <w:rsid w:val="000B7D24"/>
    <w:rsid w:val="000F19BA"/>
    <w:rsid w:val="001068B6"/>
    <w:rsid w:val="00110D1A"/>
    <w:rsid w:val="00137B32"/>
    <w:rsid w:val="0015038D"/>
    <w:rsid w:val="001513B4"/>
    <w:rsid w:val="00177D56"/>
    <w:rsid w:val="00196276"/>
    <w:rsid w:val="001B5FEC"/>
    <w:rsid w:val="001C48E1"/>
    <w:rsid w:val="001E4778"/>
    <w:rsid w:val="001E6CC4"/>
    <w:rsid w:val="00200F6D"/>
    <w:rsid w:val="00214E21"/>
    <w:rsid w:val="00222342"/>
    <w:rsid w:val="00224201"/>
    <w:rsid w:val="00240F2D"/>
    <w:rsid w:val="00246D12"/>
    <w:rsid w:val="0026228E"/>
    <w:rsid w:val="002B0180"/>
    <w:rsid w:val="002B018A"/>
    <w:rsid w:val="002C06D5"/>
    <w:rsid w:val="002F5645"/>
    <w:rsid w:val="00301E67"/>
    <w:rsid w:val="00341811"/>
    <w:rsid w:val="00352685"/>
    <w:rsid w:val="00362141"/>
    <w:rsid w:val="003713CB"/>
    <w:rsid w:val="00373DE6"/>
    <w:rsid w:val="003945D4"/>
    <w:rsid w:val="003A1F4C"/>
    <w:rsid w:val="003E7660"/>
    <w:rsid w:val="003F4F4E"/>
    <w:rsid w:val="00400C42"/>
    <w:rsid w:val="004128A9"/>
    <w:rsid w:val="00416DE7"/>
    <w:rsid w:val="0044216D"/>
    <w:rsid w:val="00447F21"/>
    <w:rsid w:val="0047226F"/>
    <w:rsid w:val="004842F8"/>
    <w:rsid w:val="00486785"/>
    <w:rsid w:val="004A791A"/>
    <w:rsid w:val="004B54A9"/>
    <w:rsid w:val="004C078B"/>
    <w:rsid w:val="00502849"/>
    <w:rsid w:val="00506D56"/>
    <w:rsid w:val="00521B05"/>
    <w:rsid w:val="005322B7"/>
    <w:rsid w:val="00545202"/>
    <w:rsid w:val="005509E4"/>
    <w:rsid w:val="0055533F"/>
    <w:rsid w:val="00574441"/>
    <w:rsid w:val="005A709E"/>
    <w:rsid w:val="005B1635"/>
    <w:rsid w:val="005B54D0"/>
    <w:rsid w:val="005C7B8F"/>
    <w:rsid w:val="00637212"/>
    <w:rsid w:val="00644EE5"/>
    <w:rsid w:val="00660EE2"/>
    <w:rsid w:val="00663095"/>
    <w:rsid w:val="00663922"/>
    <w:rsid w:val="00696797"/>
    <w:rsid w:val="006A0F45"/>
    <w:rsid w:val="006A76BA"/>
    <w:rsid w:val="006B55E9"/>
    <w:rsid w:val="006B78CE"/>
    <w:rsid w:val="006B7F2B"/>
    <w:rsid w:val="006C0CA6"/>
    <w:rsid w:val="006C6FBA"/>
    <w:rsid w:val="006C7291"/>
    <w:rsid w:val="006F6565"/>
    <w:rsid w:val="007037F9"/>
    <w:rsid w:val="007102DC"/>
    <w:rsid w:val="0072274F"/>
    <w:rsid w:val="00755082"/>
    <w:rsid w:val="007653B2"/>
    <w:rsid w:val="00772B34"/>
    <w:rsid w:val="007829CB"/>
    <w:rsid w:val="007853A0"/>
    <w:rsid w:val="007A2C5A"/>
    <w:rsid w:val="007D755F"/>
    <w:rsid w:val="00804820"/>
    <w:rsid w:val="008117B0"/>
    <w:rsid w:val="00824527"/>
    <w:rsid w:val="00825C05"/>
    <w:rsid w:val="00850992"/>
    <w:rsid w:val="00854C03"/>
    <w:rsid w:val="00874A10"/>
    <w:rsid w:val="0087624C"/>
    <w:rsid w:val="008806BD"/>
    <w:rsid w:val="008878BE"/>
    <w:rsid w:val="00892EF7"/>
    <w:rsid w:val="008A31C1"/>
    <w:rsid w:val="008B0A85"/>
    <w:rsid w:val="008B2661"/>
    <w:rsid w:val="008B5626"/>
    <w:rsid w:val="008E7428"/>
    <w:rsid w:val="008E79F1"/>
    <w:rsid w:val="00901CF9"/>
    <w:rsid w:val="00901F54"/>
    <w:rsid w:val="00905859"/>
    <w:rsid w:val="00912FA7"/>
    <w:rsid w:val="00930B8A"/>
    <w:rsid w:val="00937BDB"/>
    <w:rsid w:val="00941BFE"/>
    <w:rsid w:val="009454EB"/>
    <w:rsid w:val="009515D3"/>
    <w:rsid w:val="009756A6"/>
    <w:rsid w:val="00993BB0"/>
    <w:rsid w:val="009A33BB"/>
    <w:rsid w:val="009D1C02"/>
    <w:rsid w:val="00A220D2"/>
    <w:rsid w:val="00A31049"/>
    <w:rsid w:val="00A33D0B"/>
    <w:rsid w:val="00A46357"/>
    <w:rsid w:val="00A57F3C"/>
    <w:rsid w:val="00A71787"/>
    <w:rsid w:val="00A72BD4"/>
    <w:rsid w:val="00A77743"/>
    <w:rsid w:val="00AA4287"/>
    <w:rsid w:val="00AC63FC"/>
    <w:rsid w:val="00AF391C"/>
    <w:rsid w:val="00B4374A"/>
    <w:rsid w:val="00B66432"/>
    <w:rsid w:val="00B70311"/>
    <w:rsid w:val="00BA4B0A"/>
    <w:rsid w:val="00BC7EA3"/>
    <w:rsid w:val="00BD51C9"/>
    <w:rsid w:val="00BF3A60"/>
    <w:rsid w:val="00C146CF"/>
    <w:rsid w:val="00C14B21"/>
    <w:rsid w:val="00C32F56"/>
    <w:rsid w:val="00C34BE6"/>
    <w:rsid w:val="00C4734C"/>
    <w:rsid w:val="00C65E78"/>
    <w:rsid w:val="00C73554"/>
    <w:rsid w:val="00C900B4"/>
    <w:rsid w:val="00C923A2"/>
    <w:rsid w:val="00C9296F"/>
    <w:rsid w:val="00CA7D98"/>
    <w:rsid w:val="00CC625F"/>
    <w:rsid w:val="00CD0849"/>
    <w:rsid w:val="00D24145"/>
    <w:rsid w:val="00D53868"/>
    <w:rsid w:val="00D703A4"/>
    <w:rsid w:val="00DC51FA"/>
    <w:rsid w:val="00DE62D5"/>
    <w:rsid w:val="00E061E1"/>
    <w:rsid w:val="00E071FB"/>
    <w:rsid w:val="00E13F23"/>
    <w:rsid w:val="00E14178"/>
    <w:rsid w:val="00E43415"/>
    <w:rsid w:val="00E54C09"/>
    <w:rsid w:val="00E57B83"/>
    <w:rsid w:val="00E72883"/>
    <w:rsid w:val="00E86029"/>
    <w:rsid w:val="00EA0FC0"/>
    <w:rsid w:val="00EA1B7C"/>
    <w:rsid w:val="00EE1667"/>
    <w:rsid w:val="00EE2317"/>
    <w:rsid w:val="00EF4E5A"/>
    <w:rsid w:val="00F05B84"/>
    <w:rsid w:val="00F075C6"/>
    <w:rsid w:val="00F62D08"/>
    <w:rsid w:val="00F64927"/>
    <w:rsid w:val="00F74A54"/>
    <w:rsid w:val="00F74D0D"/>
    <w:rsid w:val="00F763EC"/>
    <w:rsid w:val="00F801B4"/>
    <w:rsid w:val="00FB1ECF"/>
    <w:rsid w:val="00FE383D"/>
    <w:rsid w:val="00FF1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F11A66"/>
  <w14:defaultImageDpi w14:val="0"/>
  <w15:docId w15:val="{27FEDDEE-93C6-47B1-A329-053DBE22E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415"/>
    <w:pPr>
      <w:spacing w:line="240" w:lineRule="auto"/>
    </w:pPr>
    <w:rPr>
      <w:rFonts w:ascii="Arial" w:hAnsi="Arial" w:cs="Arial"/>
    </w:rPr>
  </w:style>
  <w:style w:type="paragraph" w:styleId="Heading1">
    <w:name w:val="heading 1"/>
    <w:basedOn w:val="Normal"/>
    <w:next w:val="Normal"/>
    <w:link w:val="Heading1Char"/>
    <w:uiPriority w:val="9"/>
    <w:qFormat/>
    <w:rsid w:val="00A72BD4"/>
    <w:pPr>
      <w:outlineLvl w:val="0"/>
    </w:pPr>
    <w:rPr>
      <w:rFonts w:ascii="Times New Roman" w:hAnsi="Times New Roman" w:cs="Times New Roman"/>
      <w:b/>
      <w:i/>
      <w:color w:val="000080"/>
      <w:sz w:val="36"/>
      <w:szCs w:val="36"/>
    </w:rPr>
  </w:style>
  <w:style w:type="paragraph" w:styleId="Heading2">
    <w:name w:val="heading 2"/>
    <w:basedOn w:val="Normal"/>
    <w:next w:val="Normal"/>
    <w:link w:val="Heading2Char"/>
    <w:uiPriority w:val="9"/>
    <w:unhideWhenUsed/>
    <w:qFormat/>
    <w:rsid w:val="00A72BD4"/>
    <w:pPr>
      <w:outlineLvl w:val="1"/>
    </w:pPr>
    <w:rPr>
      <w:b/>
    </w:rPr>
  </w:style>
  <w:style w:type="paragraph" w:styleId="Heading3">
    <w:name w:val="heading 3"/>
    <w:basedOn w:val="Normal"/>
    <w:next w:val="Normal"/>
    <w:link w:val="Heading3Char"/>
    <w:uiPriority w:val="9"/>
    <w:unhideWhenUsed/>
    <w:qFormat/>
    <w:rsid w:val="00BF3A60"/>
    <w:pPr>
      <w:widowControl w:val="0"/>
      <w:pBdr>
        <w:bottom w:val="single" w:sz="12" w:space="1" w:color="000080"/>
      </w:pBdr>
      <w:tabs>
        <w:tab w:val="left" w:pos="90"/>
        <w:tab w:val="left" w:pos="1140"/>
      </w:tabs>
      <w:autoSpaceDE w:val="0"/>
      <w:autoSpaceDN w:val="0"/>
      <w:adjustRightInd w:val="0"/>
      <w:spacing w:after="120"/>
      <w:outlineLvl w:val="2"/>
    </w:pPr>
    <w:rPr>
      <w:rFonts w:cs="Times New Roman"/>
      <w:b/>
      <w:bCs/>
      <w:i/>
      <w:iCs/>
      <w:color w:val="000080"/>
      <w:sz w:val="24"/>
    </w:rPr>
  </w:style>
  <w:style w:type="paragraph" w:styleId="Heading4">
    <w:name w:val="heading 4"/>
    <w:basedOn w:val="Normal"/>
    <w:next w:val="Description"/>
    <w:link w:val="Heading4Char"/>
    <w:uiPriority w:val="9"/>
    <w:unhideWhenUsed/>
    <w:qFormat/>
    <w:rsid w:val="00E86029"/>
    <w:pPr>
      <w:widowControl w:val="0"/>
      <w:tabs>
        <w:tab w:val="left" w:pos="90"/>
      </w:tabs>
      <w:autoSpaceDE w:val="0"/>
      <w:autoSpaceDN w:val="0"/>
      <w:adjustRightInd w:val="0"/>
      <w:spacing w:before="120" w:after="0" w:line="276" w:lineRule="auto"/>
      <w:outlineLvl w:val="3"/>
    </w:pPr>
    <w:rPr>
      <w:rFonts w:cs="Times New Roman"/>
      <w:b/>
      <w:i/>
      <w:iCs/>
      <w:color w:val="000080"/>
    </w:rPr>
  </w:style>
  <w:style w:type="paragraph" w:styleId="Heading5">
    <w:name w:val="heading 5"/>
    <w:basedOn w:val="Normal"/>
    <w:next w:val="MeasureList"/>
    <w:link w:val="Heading5Char"/>
    <w:uiPriority w:val="9"/>
    <w:unhideWhenUsed/>
    <w:qFormat/>
    <w:rsid w:val="00E86029"/>
    <w:pPr>
      <w:widowControl w:val="0"/>
      <w:tabs>
        <w:tab w:val="left" w:pos="300"/>
      </w:tabs>
      <w:autoSpaceDE w:val="0"/>
      <w:autoSpaceDN w:val="0"/>
      <w:adjustRightInd w:val="0"/>
      <w:spacing w:before="120" w:after="60" w:line="276" w:lineRule="auto"/>
      <w:outlineLvl w:val="4"/>
    </w:pPr>
    <w:rPr>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72BD4"/>
    <w:rPr>
      <w:rFonts w:ascii="Times New Roman" w:hAnsi="Times New Roman" w:cs="Times New Roman"/>
      <w:b/>
      <w:i/>
      <w:color w:val="000080"/>
      <w:sz w:val="36"/>
      <w:szCs w:val="36"/>
    </w:rPr>
  </w:style>
  <w:style w:type="character" w:customStyle="1" w:styleId="Heading2Char">
    <w:name w:val="Heading 2 Char"/>
    <w:basedOn w:val="DefaultParagraphFont"/>
    <w:link w:val="Heading2"/>
    <w:uiPriority w:val="9"/>
    <w:locked/>
    <w:rsid w:val="00A72BD4"/>
    <w:rPr>
      <w:rFonts w:ascii="Arial" w:hAnsi="Arial" w:cs="Arial"/>
      <w:b/>
    </w:rPr>
  </w:style>
  <w:style w:type="character" w:customStyle="1" w:styleId="Heading3Char">
    <w:name w:val="Heading 3 Char"/>
    <w:basedOn w:val="DefaultParagraphFont"/>
    <w:link w:val="Heading3"/>
    <w:uiPriority w:val="9"/>
    <w:locked/>
    <w:rsid w:val="00BF3A60"/>
    <w:rPr>
      <w:rFonts w:ascii="Arial" w:hAnsi="Arial" w:cs="Times New Roman"/>
      <w:b/>
      <w:bCs/>
      <w:i/>
      <w:iCs/>
      <w:color w:val="000080"/>
      <w:sz w:val="24"/>
    </w:rPr>
  </w:style>
  <w:style w:type="character" w:customStyle="1" w:styleId="Heading4Char">
    <w:name w:val="Heading 4 Char"/>
    <w:basedOn w:val="DefaultParagraphFont"/>
    <w:link w:val="Heading4"/>
    <w:uiPriority w:val="9"/>
    <w:locked/>
    <w:rsid w:val="00E86029"/>
    <w:rPr>
      <w:rFonts w:ascii="Arial" w:hAnsi="Arial" w:cs="Times New Roman"/>
      <w:b/>
      <w:i/>
      <w:iCs/>
      <w:color w:val="000080"/>
    </w:rPr>
  </w:style>
  <w:style w:type="character" w:customStyle="1" w:styleId="Heading5Char">
    <w:name w:val="Heading 5 Char"/>
    <w:basedOn w:val="DefaultParagraphFont"/>
    <w:link w:val="Heading5"/>
    <w:uiPriority w:val="9"/>
    <w:locked/>
    <w:rsid w:val="00E86029"/>
    <w:rPr>
      <w:rFonts w:ascii="Arial" w:hAnsi="Arial" w:cs="Arial"/>
      <w:sz w:val="24"/>
      <w:szCs w:val="24"/>
    </w:rPr>
  </w:style>
  <w:style w:type="paragraph" w:styleId="Header">
    <w:name w:val="header"/>
    <w:basedOn w:val="Normal"/>
    <w:link w:val="HeaderChar"/>
    <w:uiPriority w:val="99"/>
    <w:unhideWhenUsed/>
    <w:rsid w:val="00A72BD4"/>
    <w:pPr>
      <w:tabs>
        <w:tab w:val="center" w:pos="4680"/>
        <w:tab w:val="right" w:pos="9360"/>
      </w:tabs>
      <w:spacing w:after="0"/>
    </w:pPr>
    <w:rPr>
      <w:noProof/>
      <w:sz w:val="16"/>
      <w:szCs w:val="16"/>
    </w:rPr>
  </w:style>
  <w:style w:type="character" w:customStyle="1" w:styleId="HeaderChar">
    <w:name w:val="Header Char"/>
    <w:basedOn w:val="DefaultParagraphFont"/>
    <w:link w:val="Header"/>
    <w:uiPriority w:val="99"/>
    <w:locked/>
    <w:rsid w:val="00A72BD4"/>
    <w:rPr>
      <w:rFonts w:ascii="Arial" w:hAnsi="Arial" w:cs="Arial"/>
      <w:noProof/>
      <w:sz w:val="16"/>
      <w:szCs w:val="16"/>
    </w:rPr>
  </w:style>
  <w:style w:type="paragraph" w:styleId="Footer">
    <w:name w:val="footer"/>
    <w:basedOn w:val="Normal"/>
    <w:link w:val="FooterChar"/>
    <w:uiPriority w:val="99"/>
    <w:unhideWhenUsed/>
    <w:rsid w:val="00A72BD4"/>
    <w:pPr>
      <w:tabs>
        <w:tab w:val="right" w:pos="10620"/>
      </w:tabs>
      <w:spacing w:before="80" w:after="0"/>
    </w:pPr>
    <w:rPr>
      <w:i/>
      <w:noProof/>
      <w:sz w:val="18"/>
      <w:szCs w:val="18"/>
    </w:rPr>
  </w:style>
  <w:style w:type="character" w:customStyle="1" w:styleId="FooterChar">
    <w:name w:val="Footer Char"/>
    <w:basedOn w:val="DefaultParagraphFont"/>
    <w:link w:val="Footer"/>
    <w:uiPriority w:val="99"/>
    <w:locked/>
    <w:rsid w:val="00A72BD4"/>
    <w:rPr>
      <w:rFonts w:ascii="Arial" w:hAnsi="Arial" w:cs="Arial"/>
      <w:i/>
      <w:noProof/>
      <w:sz w:val="18"/>
      <w:szCs w:val="18"/>
    </w:rPr>
  </w:style>
  <w:style w:type="paragraph" w:styleId="BalloonText">
    <w:name w:val="Balloon Text"/>
    <w:basedOn w:val="Normal"/>
    <w:link w:val="BalloonTextChar"/>
    <w:uiPriority w:val="99"/>
    <w:semiHidden/>
    <w:unhideWhenUsed/>
    <w:rsid w:val="00E141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14178"/>
    <w:rPr>
      <w:rFonts w:ascii="Tahoma" w:hAnsi="Tahoma" w:cs="Tahoma"/>
      <w:sz w:val="16"/>
      <w:szCs w:val="16"/>
    </w:rPr>
  </w:style>
  <w:style w:type="paragraph" w:customStyle="1" w:styleId="Description">
    <w:name w:val="Description"/>
    <w:basedOn w:val="Normal"/>
    <w:qFormat/>
    <w:rsid w:val="00E061E1"/>
    <w:pPr>
      <w:widowControl w:val="0"/>
      <w:tabs>
        <w:tab w:val="left" w:pos="300"/>
      </w:tabs>
      <w:autoSpaceDE w:val="0"/>
      <w:autoSpaceDN w:val="0"/>
      <w:adjustRightInd w:val="0"/>
      <w:spacing w:before="70" w:after="0"/>
      <w:ind w:left="270" w:hanging="270"/>
    </w:pPr>
    <w:rPr>
      <w:sz w:val="18"/>
      <w:szCs w:val="24"/>
    </w:rPr>
  </w:style>
  <w:style w:type="paragraph" w:customStyle="1" w:styleId="MeasureList">
    <w:name w:val="MeasureList"/>
    <w:qFormat/>
    <w:rsid w:val="00E86029"/>
    <w:pPr>
      <w:widowControl w:val="0"/>
      <w:tabs>
        <w:tab w:val="left" w:pos="570"/>
        <w:tab w:val="left" w:pos="1980"/>
      </w:tabs>
      <w:autoSpaceDE w:val="0"/>
      <w:autoSpaceDN w:val="0"/>
      <w:adjustRightInd w:val="0"/>
      <w:spacing w:before="10" w:after="0"/>
      <w:ind w:left="1980" w:hanging="1980"/>
    </w:pPr>
    <w:rPr>
      <w:rFonts w:ascii="Arial" w:hAnsi="Arial" w:cs="Arial"/>
      <w:sz w:val="18"/>
      <w:szCs w:val="24"/>
    </w:rPr>
  </w:style>
  <w:style w:type="character" w:styleId="Hyperlink">
    <w:name w:val="Hyperlink"/>
    <w:basedOn w:val="DefaultParagraphFont"/>
    <w:uiPriority w:val="99"/>
    <w:semiHidden/>
    <w:unhideWhenUsed/>
    <w:rsid w:val="001E4778"/>
    <w:rPr>
      <w:rFonts w:cs="Times New Roman"/>
      <w:color w:val="0000FF" w:themeColor="hyperlink"/>
      <w:u w:val="single"/>
    </w:rPr>
  </w:style>
  <w:style w:type="character" w:customStyle="1" w:styleId="TableHeaderChar">
    <w:name w:val="Table Header Char"/>
    <w:basedOn w:val="DefaultParagraphFont"/>
    <w:link w:val="TableHeader"/>
    <w:locked/>
    <w:rsid w:val="001E4778"/>
    <w:rPr>
      <w:rFonts w:ascii="Arial Narrow Bold" w:hAnsi="Arial Narrow Bold" w:cs="Times New Roman"/>
      <w:b/>
      <w:bCs/>
      <w:color w:val="000000"/>
      <w:sz w:val="20"/>
      <w:szCs w:val="20"/>
    </w:rPr>
  </w:style>
  <w:style w:type="paragraph" w:customStyle="1" w:styleId="TableHeader">
    <w:name w:val="Table Header"/>
    <w:link w:val="TableHeaderChar"/>
    <w:autoRedefine/>
    <w:qFormat/>
    <w:rsid w:val="001E4778"/>
    <w:pPr>
      <w:spacing w:after="0" w:line="240" w:lineRule="auto"/>
      <w:mirrorIndents/>
      <w:jc w:val="center"/>
    </w:pPr>
    <w:rPr>
      <w:rFonts w:ascii="Arial Narrow Bold" w:hAnsi="Arial Narrow Bold" w:cs="Times New Roman"/>
      <w:b/>
      <w:bCs/>
      <w:color w:val="000000"/>
      <w:sz w:val="20"/>
      <w:szCs w:val="20"/>
    </w:rPr>
  </w:style>
  <w:style w:type="character" w:customStyle="1" w:styleId="TableJustLeftChar">
    <w:name w:val="Table Just Left Char"/>
    <w:basedOn w:val="TableHeaderChar"/>
    <w:link w:val="TableJustLeft"/>
    <w:locked/>
    <w:rsid w:val="001E4778"/>
    <w:rPr>
      <w:rFonts w:ascii="Arial Narrow" w:hAnsi="Arial Narrow" w:cs="Times New Roman"/>
      <w:b w:val="0"/>
      <w:bCs/>
      <w:color w:val="000000"/>
      <w:sz w:val="16"/>
      <w:szCs w:val="16"/>
    </w:rPr>
  </w:style>
  <w:style w:type="paragraph" w:customStyle="1" w:styleId="TableJustLeft">
    <w:name w:val="Table Just Left"/>
    <w:link w:val="TableJustLeftChar"/>
    <w:qFormat/>
    <w:rsid w:val="001E4778"/>
    <w:pPr>
      <w:spacing w:after="0" w:line="240" w:lineRule="auto"/>
      <w:contextualSpacing/>
      <w:mirrorIndents/>
    </w:pPr>
    <w:rPr>
      <w:rFonts w:ascii="Arial Narrow" w:hAnsi="Arial Narrow" w:cs="Times New Roman"/>
      <w:bCs/>
      <w:color w:val="000000"/>
      <w:sz w:val="20"/>
      <w:szCs w:val="16"/>
    </w:rPr>
  </w:style>
  <w:style w:type="character" w:customStyle="1" w:styleId="TableJustCenterChar">
    <w:name w:val="Table Just Center Char"/>
    <w:basedOn w:val="TableJustLeftChar"/>
    <w:link w:val="TableJustCenter"/>
    <w:locked/>
    <w:rsid w:val="001E4778"/>
    <w:rPr>
      <w:rFonts w:ascii="Arial Narrow" w:hAnsi="Arial Narrow" w:cs="Times New Roman"/>
      <w:b w:val="0"/>
      <w:bCs/>
      <w:color w:val="000000"/>
      <w:sz w:val="24"/>
      <w:szCs w:val="24"/>
    </w:rPr>
  </w:style>
  <w:style w:type="paragraph" w:customStyle="1" w:styleId="TableJustCenter">
    <w:name w:val="Table Just Center"/>
    <w:link w:val="TableJustCenterChar"/>
    <w:autoRedefine/>
    <w:qFormat/>
    <w:rsid w:val="001E4778"/>
    <w:pPr>
      <w:spacing w:after="0" w:line="240" w:lineRule="auto"/>
      <w:contextualSpacing/>
      <w:mirrorIndents/>
      <w:jc w:val="center"/>
    </w:pPr>
    <w:rPr>
      <w:rFonts w:ascii="Arial Narrow" w:hAnsi="Arial Narrow" w:cs="Times New Roman"/>
      <w:bCs/>
      <w:color w:val="000000"/>
      <w:sz w:val="20"/>
      <w:szCs w:val="24"/>
    </w:rPr>
  </w:style>
  <w:style w:type="character" w:customStyle="1" w:styleId="AttachmentTitleChar">
    <w:name w:val="Attachment Title Char"/>
    <w:basedOn w:val="DefaultParagraphFont"/>
    <w:link w:val="AttachmentTitle"/>
    <w:locked/>
    <w:rsid w:val="001E4778"/>
    <w:rPr>
      <w:rFonts w:ascii="Arial" w:eastAsia="Batang" w:hAnsi="Arial" w:cs="Arial"/>
      <w:b/>
      <w:bCs/>
      <w:color w:val="000000"/>
      <w:sz w:val="24"/>
      <w:szCs w:val="24"/>
      <w:lang w:val="x-none" w:eastAsia="ko-KR"/>
    </w:rPr>
  </w:style>
  <w:style w:type="paragraph" w:customStyle="1" w:styleId="AttachmentTitle">
    <w:name w:val="Attachment Title"/>
    <w:basedOn w:val="Normal"/>
    <w:link w:val="AttachmentTitleChar"/>
    <w:qFormat/>
    <w:rsid w:val="001E4778"/>
    <w:pPr>
      <w:autoSpaceDE w:val="0"/>
      <w:autoSpaceDN w:val="0"/>
      <w:adjustRightInd w:val="0"/>
      <w:spacing w:after="0"/>
      <w:jc w:val="center"/>
      <w:outlineLvl w:val="0"/>
    </w:pPr>
    <w:rPr>
      <w:rFonts w:eastAsia="Batang"/>
      <w:b/>
      <w:bCs/>
      <w:color w:val="000000"/>
      <w:szCs w:val="24"/>
      <w:lang w:eastAsia="ko-KR"/>
    </w:rPr>
  </w:style>
  <w:style w:type="character" w:customStyle="1" w:styleId="Normal-FormulaChar">
    <w:name w:val="Normal - Formula Char"/>
    <w:basedOn w:val="DefaultParagraphFont"/>
    <w:link w:val="Normal-Formula"/>
    <w:locked/>
    <w:rsid w:val="001E4778"/>
    <w:rPr>
      <w:rFonts w:ascii="Arial" w:hAnsi="Arial" w:cs="Arial"/>
    </w:rPr>
  </w:style>
  <w:style w:type="paragraph" w:customStyle="1" w:styleId="Normal-Formula">
    <w:name w:val="Normal - Formula"/>
    <w:basedOn w:val="Normal"/>
    <w:link w:val="Normal-FormulaChar"/>
    <w:qFormat/>
    <w:rsid w:val="001E4778"/>
    <w:pPr>
      <w:spacing w:before="200" w:after="0"/>
    </w:pPr>
  </w:style>
  <w:style w:type="table" w:styleId="TableGrid">
    <w:name w:val="Table Grid"/>
    <w:basedOn w:val="TableNormal"/>
    <w:uiPriority w:val="59"/>
    <w:rsid w:val="001E477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JustRight">
    <w:name w:val="Table Just Right"/>
    <w:basedOn w:val="TableJustLeft"/>
    <w:link w:val="TableJustRightChar"/>
    <w:autoRedefine/>
    <w:qFormat/>
    <w:rsid w:val="001E4778"/>
    <w:pPr>
      <w:jc w:val="right"/>
    </w:pPr>
  </w:style>
  <w:style w:type="character" w:customStyle="1" w:styleId="TableJustRightChar">
    <w:name w:val="Table Just Right Char"/>
    <w:basedOn w:val="TableJustLeftChar"/>
    <w:link w:val="TableJustRight"/>
    <w:locked/>
    <w:rsid w:val="001E4778"/>
    <w:rPr>
      <w:rFonts w:ascii="Arial Narrow" w:hAnsi="Arial Narrow" w:cs="Times New Roman"/>
      <w:b w:val="0"/>
      <w:bCs/>
      <w:color w:val="000000"/>
      <w:sz w:val="16"/>
      <w:szCs w:val="16"/>
    </w:rPr>
  </w:style>
  <w:style w:type="character" w:styleId="PlaceholderText">
    <w:name w:val="Placeholder Text"/>
    <w:basedOn w:val="DefaultParagraphFont"/>
    <w:uiPriority w:val="99"/>
    <w:semiHidden/>
    <w:rsid w:val="001E4778"/>
    <w:rPr>
      <w:rFonts w:cs="Times New Roman"/>
      <w:color w:val="808080"/>
    </w:rPr>
  </w:style>
  <w:style w:type="paragraph" w:styleId="FootnoteText">
    <w:name w:val="footnote text"/>
    <w:basedOn w:val="Normal"/>
    <w:link w:val="FootnoteTextChar"/>
    <w:uiPriority w:val="99"/>
    <w:semiHidden/>
    <w:unhideWhenUsed/>
    <w:rsid w:val="008B5626"/>
    <w:pPr>
      <w:spacing w:after="0"/>
    </w:pPr>
    <w:rPr>
      <w:rFonts w:asciiTheme="minorHAnsi" w:eastAsiaTheme="minorEastAsia" w:hAnsiTheme="minorHAnsi" w:cs="Times New Roman"/>
      <w:sz w:val="20"/>
      <w:szCs w:val="20"/>
    </w:rPr>
  </w:style>
  <w:style w:type="character" w:customStyle="1" w:styleId="FootnoteTextChar">
    <w:name w:val="Footnote Text Char"/>
    <w:basedOn w:val="DefaultParagraphFont"/>
    <w:link w:val="FootnoteText"/>
    <w:uiPriority w:val="99"/>
    <w:semiHidden/>
    <w:locked/>
    <w:rsid w:val="008B5626"/>
    <w:rPr>
      <w:rFonts w:eastAsiaTheme="minorEastAsia" w:cs="Times New Roman"/>
      <w:sz w:val="20"/>
      <w:szCs w:val="20"/>
    </w:rPr>
  </w:style>
  <w:style w:type="character" w:styleId="FootnoteReference">
    <w:name w:val="footnote reference"/>
    <w:basedOn w:val="DefaultParagraphFont"/>
    <w:uiPriority w:val="99"/>
    <w:semiHidden/>
    <w:unhideWhenUsed/>
    <w:rsid w:val="008B5626"/>
    <w:rPr>
      <w:rFonts w:cs="Times New Roman"/>
      <w:vertAlign w:val="superscript"/>
    </w:rPr>
  </w:style>
  <w:style w:type="character" w:customStyle="1" w:styleId="BulletChar">
    <w:name w:val="Bullet Char"/>
    <w:basedOn w:val="DefaultParagraphFont"/>
    <w:link w:val="Bullet"/>
    <w:locked/>
    <w:rsid w:val="006B78CE"/>
    <w:rPr>
      <w:rFonts w:ascii="Arial" w:hAnsi="Arial" w:cs="Times New Roman"/>
      <w:sz w:val="21"/>
      <w:szCs w:val="24"/>
    </w:rPr>
  </w:style>
  <w:style w:type="paragraph" w:customStyle="1" w:styleId="Bullet">
    <w:name w:val="Bullet"/>
    <w:link w:val="BulletChar"/>
    <w:qFormat/>
    <w:rsid w:val="006B78CE"/>
    <w:pPr>
      <w:numPr>
        <w:numId w:val="5"/>
      </w:numPr>
      <w:spacing w:before="80" w:after="0" w:line="240" w:lineRule="auto"/>
    </w:pPr>
    <w:rPr>
      <w:rFonts w:ascii="Arial" w:hAnsi="Arial" w:cs="Times New Roman"/>
      <w:sz w:val="21"/>
      <w:szCs w:val="24"/>
    </w:rPr>
  </w:style>
  <w:style w:type="character" w:styleId="CommentReference">
    <w:name w:val="annotation reference"/>
    <w:basedOn w:val="DefaultParagraphFont"/>
    <w:uiPriority w:val="99"/>
    <w:semiHidden/>
    <w:unhideWhenUsed/>
    <w:rsid w:val="004B54A9"/>
    <w:rPr>
      <w:sz w:val="16"/>
      <w:szCs w:val="16"/>
    </w:rPr>
  </w:style>
  <w:style w:type="paragraph" w:styleId="CommentText">
    <w:name w:val="annotation text"/>
    <w:basedOn w:val="Normal"/>
    <w:link w:val="CommentTextChar"/>
    <w:uiPriority w:val="99"/>
    <w:semiHidden/>
    <w:unhideWhenUsed/>
    <w:rsid w:val="004B54A9"/>
    <w:rPr>
      <w:sz w:val="20"/>
      <w:szCs w:val="20"/>
    </w:rPr>
  </w:style>
  <w:style w:type="character" w:customStyle="1" w:styleId="CommentTextChar">
    <w:name w:val="Comment Text Char"/>
    <w:basedOn w:val="DefaultParagraphFont"/>
    <w:link w:val="CommentText"/>
    <w:uiPriority w:val="99"/>
    <w:semiHidden/>
    <w:rsid w:val="004B54A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4B54A9"/>
    <w:rPr>
      <w:b/>
      <w:bCs/>
    </w:rPr>
  </w:style>
  <w:style w:type="character" w:customStyle="1" w:styleId="CommentSubjectChar">
    <w:name w:val="Comment Subject Char"/>
    <w:basedOn w:val="CommentTextChar"/>
    <w:link w:val="CommentSubject"/>
    <w:uiPriority w:val="99"/>
    <w:semiHidden/>
    <w:rsid w:val="004B54A9"/>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cms.gov/Research-Statistics-Data-and-Systems/Statistics-Trends-and-Reports/MCRAdvPartDEnrolData/MA-HEDIS-Public-Use-Files" TargetMode="External"/><Relationship Id="rId1" Type="http://schemas.openxmlformats.org/officeDocument/2006/relationships/hyperlink" Target="https://www.cms.gov/Research-Statistics-Data-and-Systems/Statistics-Trends-and-Reports/MCRAdvPartDEnrolData/MA-HEDIS-Public-Use-Fil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Files\HEDIS\Pufs\docs\HEDISyyyyDoc_SNP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D6BD8-A161-4959-A4D3-B88FA7C38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HEDISyyyyDoc_SNP_2018-.dotx</Template>
  <TotalTime>22</TotalTime>
  <Pages>8</Pages>
  <Words>3097</Words>
  <Characters>17657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HEDIS 2018 SNP PUF File Information</vt:lpstr>
    </vt:vector>
  </TitlesOfParts>
  <Company>CMS</Company>
  <LinksUpToDate>false</LinksUpToDate>
  <CharactersWithSpaces>20713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HEDIS 2018 SNP PUF File Information</dc:title>
  <dc:subject/>
  <dc:creator>HEDISquestions@cms.hhs.gov</dc:creator>
  <cp:keywords/>
  <dc:description/>
  <cp:lastModifiedBy>Didier, Amber (CMS/CM)</cp:lastModifiedBy>
  <cp:revision>10</cp:revision>
  <cp:lastPrinted>2018-08-07T12:43:00Z</cp:lastPrinted>
  <dcterms:created xsi:type="dcterms:W3CDTF">2023-09-28T10:58:00Z</dcterms:created>
  <dcterms:modified xsi:type="dcterms:W3CDTF">2024-10-10T14:24:00Z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BPs">
    <vt:i4>477</vt:i4>
  </property>
  <property fmtid="{D5CDD505-2E9C-101B-9397-08002B2CF9AE}" pid="3" name="Contracts">
    <vt:i4>202</vt:i4>
  </property>
  <property fmtid="{D5CDD505-2E9C-101B-9397-08002B2CF9AE}" pid="4" name="HEDISYear">
    <vt:lpwstr>2018</vt:lpwstr>
  </property>
  <property fmtid="{D5CDD505-2E9C-101B-9397-08002B2CF9AE}" pid="5" name="ReportYear">
    <vt:lpwstr>2017</vt:lpwstr>
  </property>
</Properties>
</file>